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4654E0" w:rsidRDefault="005943DA" w:rsidP="00163AF4">
      <w:pPr>
        <w:pStyle w:val="BodyText"/>
        <w:ind w:right="1276"/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4654E0">
        <w:rPr>
          <w:rFonts w:ascii="Calibri" w:hAnsi="Calibri" w:cs="Calibri"/>
          <w:sz w:val="22"/>
          <w:szCs w:val="22"/>
        </w:rPr>
        <w:t>Anexa</w:t>
      </w:r>
      <w:r w:rsidR="000B6659">
        <w:rPr>
          <w:rFonts w:ascii="Calibri" w:hAnsi="Calibri" w:cs="Calibri"/>
          <w:sz w:val="22"/>
          <w:szCs w:val="22"/>
        </w:rPr>
        <w:t xml:space="preserve"> </w:t>
      </w:r>
      <w:r w:rsidR="00B66FD3">
        <w:rPr>
          <w:rFonts w:ascii="Calibri" w:hAnsi="Calibri" w:cs="Calibri"/>
          <w:sz w:val="22"/>
          <w:szCs w:val="22"/>
        </w:rPr>
        <w:t>7</w:t>
      </w:r>
    </w:p>
    <w:p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:rsidR="005943DA" w:rsidRPr="004654E0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GRILA</w:t>
      </w:r>
      <w:r w:rsidRPr="004654E0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ANALIZ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pacing w:val="57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A</w:t>
      </w:r>
      <w:r w:rsidRPr="004654E0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CONFORMITATII</w:t>
      </w:r>
      <w:r w:rsidRPr="004654E0">
        <w:rPr>
          <w:rFonts w:ascii="Calibri" w:hAnsi="Calibri" w:cs="Calibri"/>
          <w:spacing w:val="58"/>
          <w:sz w:val="22"/>
          <w:szCs w:val="22"/>
        </w:rPr>
        <w:t xml:space="preserve">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CALIT</w:t>
      </w:r>
      <w:r w:rsidR="00100A2C">
        <w:rPr>
          <w:rFonts w:ascii="Calibri" w:hAnsi="Calibri" w:cs="Calibri"/>
          <w:sz w:val="22"/>
          <w:szCs w:val="22"/>
        </w:rPr>
        <w:t>Ă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II</w:t>
      </w:r>
    </w:p>
    <w:p w:rsidR="005943DA" w:rsidRPr="004654E0" w:rsidRDefault="005943DA" w:rsidP="00163AF4">
      <w:pPr>
        <w:pStyle w:val="BodyText"/>
        <w:ind w:left="2657" w:right="3397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STUDIULUI</w:t>
      </w:r>
      <w:r w:rsidRPr="004654E0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DE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FEZABILITATE</w:t>
      </w:r>
    </w:p>
    <w:p w:rsidR="005943DA" w:rsidRPr="004654E0" w:rsidRDefault="005943DA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 xml:space="preserve">pentru </w:t>
      </w:r>
      <w:r w:rsidRPr="004654E0">
        <w:rPr>
          <w:rFonts w:ascii="Calibri" w:hAnsi="Calibri" w:cs="Calibri"/>
          <w:sz w:val="22"/>
          <w:szCs w:val="22"/>
          <w:u w:val="single"/>
        </w:rPr>
        <w:t>obiective mixte</w:t>
      </w:r>
      <w:r w:rsidRPr="004654E0">
        <w:rPr>
          <w:rFonts w:ascii="Calibri" w:hAnsi="Calibri" w:cs="Calibri"/>
          <w:sz w:val="22"/>
          <w:szCs w:val="22"/>
        </w:rPr>
        <w:t xml:space="preserve"> de investi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ie </w:t>
      </w:r>
      <w:r w:rsidRPr="004654E0">
        <w:rPr>
          <w:rFonts w:ascii="Calibri" w:hAnsi="Calibri" w:cs="Calibri"/>
          <w:spacing w:val="-58"/>
          <w:sz w:val="22"/>
          <w:szCs w:val="22"/>
        </w:rPr>
        <w:t xml:space="preserve">     </w:t>
      </w:r>
      <w:r w:rsidRPr="004654E0">
        <w:rPr>
          <w:rFonts w:ascii="Calibri" w:hAnsi="Calibri" w:cs="Calibri"/>
          <w:sz w:val="22"/>
          <w:szCs w:val="22"/>
        </w:rPr>
        <w:t>(SF</w:t>
      </w:r>
      <w:r w:rsidRPr="004654E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obiectiv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mixt</w:t>
      </w:r>
      <w:r w:rsidRPr="004654E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–</w:t>
      </w:r>
      <w:r w:rsidRPr="004654E0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4654E0">
        <w:rPr>
          <w:rFonts w:ascii="Calibri" w:hAnsi="Calibri" w:cs="Calibri"/>
          <w:sz w:val="22"/>
          <w:szCs w:val="22"/>
        </w:rPr>
        <w:t>HG   907/2016)</w:t>
      </w:r>
    </w:p>
    <w:p w:rsidR="005943DA" w:rsidRPr="004654E0" w:rsidRDefault="005943DA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p w:rsidR="00134DEE" w:rsidRPr="004654E0" w:rsidRDefault="00134DEE" w:rsidP="00163AF4">
      <w:pPr>
        <w:pStyle w:val="BodyText"/>
        <w:ind w:left="397" w:right="1615"/>
        <w:jc w:val="center"/>
        <w:rPr>
          <w:rFonts w:ascii="Calibri" w:hAnsi="Calibri" w:cs="Calibri"/>
          <w:sz w:val="22"/>
          <w:szCs w:val="22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4654E0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Programul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Regiunea Centru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2021-2027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21575D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21575D">
              <w:rPr>
                <w:rFonts w:ascii="Calibri" w:hAnsi="Calibri" w:cs="Calibri"/>
              </w:rPr>
              <w:t>ii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8D4507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</w:t>
            </w:r>
            <w:r w:rsidR="00100A2C">
              <w:rPr>
                <w:rFonts w:ascii="Calibri" w:hAnsi="Calibri" w:cs="Calibri"/>
              </w:rPr>
              <w:t>ă</w:t>
            </w:r>
            <w:r w:rsidRPr="00F77FD3">
              <w:rPr>
                <w:rFonts w:ascii="Calibri" w:hAnsi="Calibri" w:cs="Calibri"/>
              </w:rPr>
              <w:t xml:space="preserve"> a comunit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 w:rsidR="00B3097E"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F33EB7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F33EB7" w:rsidP="00F33EB7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EB7" w:rsidRPr="0021575D" w:rsidRDefault="004056BD" w:rsidP="00F33EB7">
            <w:pPr>
              <w:pStyle w:val="TableParagraph"/>
              <w:rPr>
                <w:rFonts w:ascii="Calibri" w:hAnsi="Calibri" w:cs="Calibri"/>
              </w:rPr>
            </w:pPr>
            <w:r w:rsidRPr="004056BD">
              <w:rPr>
                <w:rFonts w:ascii="Calibri" w:hAnsi="Calibri" w:cs="Calibri"/>
              </w:rPr>
              <w:t>7.1.2  – Interven</w:t>
            </w:r>
            <w:r w:rsidR="008D4507">
              <w:rPr>
                <w:rFonts w:ascii="Calibri" w:hAnsi="Calibri" w:cs="Calibri"/>
              </w:rPr>
              <w:t>ț</w:t>
            </w:r>
            <w:r w:rsidRPr="004056BD">
              <w:rPr>
                <w:rFonts w:ascii="Calibri" w:hAnsi="Calibri" w:cs="Calibri"/>
              </w:rPr>
              <w:t>ii destinate protej</w:t>
            </w:r>
            <w:r w:rsidR="00100A2C"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</w:t>
            </w:r>
            <w:r w:rsidR="00B3097E"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valorific</w:t>
            </w:r>
            <w:r w:rsidR="00100A2C"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în scop turistic a patrimoniului natural </w:t>
            </w:r>
            <w:r w:rsidR="00B3097E"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a resurselor balneare</w:t>
            </w: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Titlul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Nr.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apel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proiecte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SMIS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înregistrare</w:t>
            </w:r>
            <w:r w:rsidRPr="004654E0">
              <w:rPr>
                <w:rFonts w:ascii="Calibri" w:hAnsi="Calibri" w:cs="Calibri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5943DA" w:rsidRPr="004654E0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4654E0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4654E0" w:rsidRDefault="005943DA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:rsidR="005943DA" w:rsidRPr="004654E0" w:rsidRDefault="005943DA" w:rsidP="00163AF4">
      <w:pPr>
        <w:rPr>
          <w:rFonts w:ascii="Calibri" w:hAnsi="Calibri" w:cs="Calibri"/>
          <w:b/>
          <w:sz w:val="22"/>
          <w:szCs w:val="22"/>
        </w:rPr>
      </w:pPr>
    </w:p>
    <w:p w:rsidR="00134DEE" w:rsidRPr="004654E0" w:rsidRDefault="00134DEE" w:rsidP="00163AF4">
      <w:pPr>
        <w:rPr>
          <w:rFonts w:ascii="Calibri" w:hAnsi="Calibri" w:cs="Calibri"/>
          <w:b/>
          <w:sz w:val="22"/>
          <w:szCs w:val="22"/>
        </w:rPr>
      </w:pPr>
    </w:p>
    <w:tbl>
      <w:tblPr>
        <w:tblW w:w="1059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371"/>
        <w:gridCol w:w="425"/>
        <w:gridCol w:w="567"/>
        <w:gridCol w:w="567"/>
        <w:gridCol w:w="954"/>
      </w:tblGrid>
      <w:tr w:rsidR="00134DEE" w:rsidRPr="004654E0" w:rsidTr="004654E0">
        <w:trPr>
          <w:cantSplit/>
          <w:trHeight w:val="605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36" w:right="109" w:firstLine="14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NR.</w:t>
            </w:r>
            <w:r w:rsidRPr="004654E0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ASPECTE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10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134DEE" w:rsidP="004654E0">
            <w:pPr>
              <w:pStyle w:val="TableParagraph"/>
              <w:ind w:left="135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  <w:b/>
              </w:rPr>
            </w:pPr>
          </w:p>
          <w:p w:rsidR="00134DEE" w:rsidRPr="004654E0" w:rsidRDefault="006F276B" w:rsidP="004654E0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Observa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ii</w:t>
            </w:r>
          </w:p>
        </w:tc>
      </w:tr>
      <w:tr w:rsidR="00134DEE" w:rsidRPr="004654E0" w:rsidTr="004654E0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  <w:b/>
              </w:rPr>
              <w:t>CRITERII</w:t>
            </w:r>
            <w:r w:rsidRPr="004654E0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CON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INUTUL</w:t>
            </w:r>
            <w:r w:rsidRPr="004654E0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foaia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informa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privind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1,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>din cadrul Anexei 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Denumirea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credite/investitor?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Ordonator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credite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(secundar/</w:t>
            </w:r>
            <w:r w:rsidR="008D4507" w:rsidRPr="004654E0">
              <w:rPr>
                <w:rFonts w:ascii="Calibri" w:hAnsi="Calibri" w:cs="Calibri"/>
              </w:rPr>
              <w:t>ter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iar</w:t>
            </w:r>
            <w:r w:rsidRPr="004654E0">
              <w:rPr>
                <w:rFonts w:ascii="Calibri" w:hAnsi="Calibri" w:cs="Calibri"/>
              </w:rPr>
              <w:t>)?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Beneficiarul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iei?</w:t>
            </w:r>
          </w:p>
          <w:p w:rsidR="00134DEE" w:rsidRPr="004654E0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fezabilitate?</w:t>
            </w:r>
          </w:p>
          <w:p w:rsidR="00134DEE" w:rsidRPr="004654E0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precizeaz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2"/>
              </w:rPr>
              <w:t xml:space="preserve"> </w:t>
            </w:r>
            <w:r w:rsidRPr="004654E0">
              <w:rPr>
                <w:rFonts w:ascii="Calibri" w:hAnsi="Calibri" w:cs="Calibri"/>
              </w:rPr>
              <w:t>asemenea,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data</w:t>
            </w:r>
            <w:r w:rsidRPr="004654E0">
              <w:rPr>
                <w:rFonts w:ascii="Calibri" w:hAnsi="Calibri" w:cs="Calibri"/>
                <w:spacing w:val="12"/>
                <w:u w:val="single"/>
              </w:rPr>
              <w:t xml:space="preserve"> </w:t>
            </w:r>
            <w:r w:rsidR="008D4507" w:rsidRPr="004654E0">
              <w:rPr>
                <w:rFonts w:ascii="Calibri" w:hAnsi="Calibri" w:cs="Calibri"/>
                <w:u w:val="single"/>
              </w:rPr>
              <w:t>elabor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u w:val="single"/>
              </w:rPr>
              <w:t>/</w:t>
            </w:r>
            <w:r w:rsidR="008D4507" w:rsidRPr="004654E0">
              <w:rPr>
                <w:rFonts w:ascii="Calibri" w:hAnsi="Calibri" w:cs="Calibri"/>
                <w:u w:val="single"/>
              </w:rPr>
              <w:t>actualiz</w:t>
            </w:r>
            <w:r w:rsidR="00100A2C">
              <w:rPr>
                <w:rFonts w:ascii="Calibri" w:hAnsi="Calibri" w:cs="Calibri"/>
                <w:u w:val="single"/>
              </w:rPr>
              <w:t>ă</w:t>
            </w:r>
            <w:r w:rsidR="008D4507" w:rsidRPr="004654E0">
              <w:rPr>
                <w:rFonts w:ascii="Calibri" w:hAnsi="Calibri" w:cs="Calibri"/>
                <w:u w:val="single"/>
              </w:rPr>
              <w:t>rii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="008D4507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faza de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proiectare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scris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lista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cu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semn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turi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însu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e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4654E0">
              <w:rPr>
                <w:rFonts w:ascii="Calibri" w:hAnsi="Calibri" w:cs="Calibri"/>
              </w:rPr>
              <w:t>te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asum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9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va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pu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urm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toarele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date:</w:t>
            </w:r>
          </w:p>
          <w:p w:rsidR="0018537E" w:rsidRDefault="00134DEE" w:rsidP="0018537E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hanging="30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nr /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contract?</w:t>
            </w:r>
          </w:p>
          <w:p w:rsidR="00134DEE" w:rsidRPr="0018537E" w:rsidRDefault="00134DEE" w:rsidP="0018537E">
            <w:pPr>
              <w:pStyle w:val="TableParagraph"/>
              <w:numPr>
                <w:ilvl w:val="0"/>
                <w:numId w:val="20"/>
              </w:numPr>
              <w:ind w:hanging="361"/>
              <w:jc w:val="both"/>
              <w:rPr>
                <w:rFonts w:ascii="Calibri" w:hAnsi="Calibri" w:cs="Calibri"/>
              </w:rPr>
            </w:pPr>
            <w:r w:rsidRPr="0018537E">
              <w:rPr>
                <w:rFonts w:ascii="Calibri" w:hAnsi="Calibri" w:cs="Calibri"/>
              </w:rPr>
              <w:t>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37"/>
              </w:rPr>
              <w:t xml:space="preserve"> </w:t>
            </w:r>
            <w:r w:rsidRPr="0018537E">
              <w:rPr>
                <w:rFonts w:ascii="Calibri" w:hAnsi="Calibri" w:cs="Calibri"/>
              </w:rPr>
              <w:t>prenumele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Pr="0018537E">
              <w:rPr>
                <w:rFonts w:ascii="Calibri" w:hAnsi="Calibri" w:cs="Calibri"/>
              </w:rPr>
              <w:t>în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clar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ale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proiectan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ilor</w:t>
            </w:r>
            <w:r w:rsidRPr="0018537E">
              <w:rPr>
                <w:rFonts w:ascii="Calibri" w:hAnsi="Calibri" w:cs="Calibri"/>
                <w:spacing w:val="36"/>
              </w:rPr>
              <w:t xml:space="preserve"> </w:t>
            </w:r>
            <w:r w:rsidRPr="0018537E">
              <w:rPr>
                <w:rFonts w:ascii="Calibri" w:hAnsi="Calibri" w:cs="Calibri"/>
              </w:rPr>
              <w:t>pe</w:t>
            </w:r>
            <w:r w:rsidRPr="0018537E">
              <w:rPr>
                <w:rFonts w:ascii="Calibri" w:hAnsi="Calibri" w:cs="Calibri"/>
                <w:spacing w:val="35"/>
              </w:rPr>
              <w:t xml:space="preserve"> </w:t>
            </w:r>
            <w:r w:rsidR="008D4507" w:rsidRPr="0018537E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</w:rPr>
              <w:t>,</w:t>
            </w:r>
            <w:r w:rsidRPr="0018537E">
              <w:rPr>
                <w:rFonts w:ascii="Calibri" w:hAnsi="Calibri" w:cs="Calibri"/>
                <w:spacing w:val="-58"/>
              </w:rPr>
              <w:t xml:space="preserve"> </w:t>
            </w:r>
            <w:r w:rsidRPr="0018537E">
              <w:rPr>
                <w:rFonts w:ascii="Calibri" w:hAnsi="Calibri" w:cs="Calibri"/>
              </w:rPr>
              <w:t>ale persoanei responsabile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 proiect</w:t>
            </w:r>
            <w:r w:rsidRPr="0018537E">
              <w:rPr>
                <w:rFonts w:ascii="Calibri" w:hAnsi="Calibri" w:cs="Calibri"/>
                <w:spacing w:val="60"/>
              </w:rPr>
              <w:t xml:space="preserve"> </w:t>
            </w:r>
            <w:r w:rsidRPr="0018537E">
              <w:rPr>
                <w:rFonts w:ascii="Calibri" w:hAnsi="Calibri" w:cs="Calibri"/>
              </w:rPr>
              <w:t xml:space="preserve">-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ef</w:t>
            </w:r>
            <w:r w:rsidRPr="0018537E">
              <w:rPr>
                <w:rFonts w:ascii="Calibri" w:hAnsi="Calibri" w:cs="Calibri"/>
              </w:rPr>
              <w:t xml:space="preserve"> de proiect/director</w:t>
            </w:r>
            <w:r w:rsidRPr="0018537E">
              <w:rPr>
                <w:rFonts w:ascii="Calibri" w:hAnsi="Calibri" w:cs="Calibri"/>
                <w:spacing w:val="1"/>
              </w:rPr>
              <w:t xml:space="preserve"> </w:t>
            </w:r>
            <w:r w:rsidRPr="0018537E">
              <w:rPr>
                <w:rFonts w:ascii="Calibri" w:hAnsi="Calibri" w:cs="Calibri"/>
              </w:rPr>
              <w:t>de</w:t>
            </w:r>
            <w:r w:rsidRPr="0018537E">
              <w:rPr>
                <w:rFonts w:ascii="Calibri" w:hAnsi="Calibri" w:cs="Calibri"/>
                <w:spacing w:val="-4"/>
              </w:rPr>
              <w:t xml:space="preserve"> </w:t>
            </w:r>
            <w:r w:rsidRPr="0018537E">
              <w:rPr>
                <w:rFonts w:ascii="Calibri" w:hAnsi="Calibri" w:cs="Calibri"/>
              </w:rPr>
              <w:t>proiect,</w:t>
            </w:r>
            <w:r w:rsidRPr="0018537E">
              <w:rPr>
                <w:rFonts w:ascii="Calibri" w:hAnsi="Calibri" w:cs="Calibri"/>
                <w:spacing w:val="-3"/>
              </w:rPr>
              <w:t xml:space="preserve"> </w:t>
            </w:r>
            <w:r w:rsidRPr="0018537E">
              <w:rPr>
                <w:rFonts w:ascii="Calibri" w:hAnsi="Calibri" w:cs="Calibri"/>
              </w:rPr>
              <w:t>inclusiv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Pr="0018537E">
              <w:rPr>
                <w:rFonts w:ascii="Calibri" w:hAnsi="Calibri" w:cs="Calibri"/>
              </w:rPr>
              <w:t>semn</w:t>
            </w:r>
            <w:r w:rsidR="00100A2C">
              <w:rPr>
                <w:rFonts w:ascii="Calibri" w:hAnsi="Calibri" w:cs="Calibri"/>
              </w:rPr>
              <w:t>ă</w:t>
            </w:r>
            <w:r w:rsidRPr="0018537E">
              <w:rPr>
                <w:rFonts w:ascii="Calibri" w:hAnsi="Calibri" w:cs="Calibri"/>
              </w:rPr>
              <w:t>turile</w:t>
            </w:r>
            <w:r w:rsidRPr="0018537E">
              <w:rPr>
                <w:rFonts w:ascii="Calibri" w:hAnsi="Calibri" w:cs="Calibri"/>
                <w:spacing w:val="-2"/>
              </w:rPr>
              <w:t xml:space="preserve"> </w:t>
            </w:r>
            <w:r w:rsidRPr="0018537E">
              <w:rPr>
                <w:rFonts w:ascii="Calibri" w:hAnsi="Calibri" w:cs="Calibri"/>
              </w:rPr>
              <w:t>acestora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18537E">
              <w:rPr>
                <w:rFonts w:ascii="Calibri" w:hAnsi="Calibri" w:cs="Calibri"/>
              </w:rPr>
              <w:t>i</w:t>
            </w:r>
            <w:r w:rsidRPr="0018537E">
              <w:rPr>
                <w:rFonts w:ascii="Calibri" w:hAnsi="Calibri" w:cs="Calibri"/>
                <w:spacing w:val="-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8D4507" w:rsidRPr="0018537E">
              <w:rPr>
                <w:rFonts w:ascii="Calibri" w:hAnsi="Calibri" w:cs="Calibri"/>
              </w:rPr>
              <w:t>tampila</w:t>
            </w:r>
            <w:r w:rsidRPr="0018537E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se 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structura </w:t>
            </w:r>
            <w:r w:rsidRPr="004654E0">
              <w:rPr>
                <w:rFonts w:ascii="Calibri" w:hAnsi="Calibri" w:cs="Calibri"/>
                <w:b/>
              </w:rPr>
              <w:t>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r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 xml:space="preserve">ii Scrise </w:t>
            </w:r>
            <w:r w:rsidRPr="004654E0">
              <w:rPr>
                <w:rFonts w:ascii="Calibri" w:hAnsi="Calibri" w:cs="Calibri"/>
              </w:rPr>
              <w:t>conform prevederilor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–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 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respectiv cele din Anexa 4. </w:t>
            </w:r>
            <w:r w:rsidRPr="004654E0">
              <w:rPr>
                <w:rFonts w:ascii="Calibri" w:hAnsi="Calibri" w:cs="Calibri"/>
                <w:i/>
              </w:rPr>
              <w:t>Studiu de Fezabilitate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? La acestea 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elementele specifice din </w:t>
            </w:r>
            <w:r w:rsidR="008D4507"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inutul</w:t>
            </w:r>
            <w:r w:rsidRPr="004654E0">
              <w:rPr>
                <w:rFonts w:ascii="Calibri" w:hAnsi="Calibri" w:cs="Calibri"/>
              </w:rPr>
              <w:t xml:space="preserve"> cadru al DALI </w:t>
            </w:r>
            <w:r w:rsidR="008D4507" w:rsidRPr="004654E0">
              <w:rPr>
                <w:rFonts w:ascii="Calibri" w:hAnsi="Calibri" w:cs="Calibri"/>
              </w:rPr>
              <w:t>prev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zut</w:t>
            </w:r>
            <w:r w:rsidRPr="004654E0">
              <w:rPr>
                <w:rFonts w:ascii="Calibri" w:hAnsi="Calibri" w:cs="Calibri"/>
              </w:rPr>
              <w:t xml:space="preserve"> 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5.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*1)</w:t>
            </w:r>
            <w:r w:rsidRPr="004654E0">
              <w:rPr>
                <w:rFonts w:ascii="Calibri" w:hAnsi="Calibri" w:cs="Calibri"/>
              </w:rPr>
              <w:t>)?</w:t>
            </w:r>
          </w:p>
          <w:p w:rsidR="00134DEE" w:rsidRPr="004654E0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 xml:space="preserve">*1) conform HG 907/2016, </w:t>
            </w:r>
            <w:r w:rsidR="008D4507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 xml:space="preserve"> cadru al SF si DALI poate fi adaptat, în </w:t>
            </w:r>
            <w:r w:rsidR="008D4507" w:rsidRPr="004654E0">
              <w:rPr>
                <w:rFonts w:ascii="Calibri" w:hAnsi="Calibri" w:cs="Calibri"/>
                <w:i/>
              </w:rPr>
              <w:t>func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specificul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complexitatea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34DEE" w:rsidRPr="004654E0" w:rsidTr="004654E0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 prezentate 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ii privind </w:t>
            </w:r>
            <w:r w:rsidR="008D4507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 si necesitatea </w:t>
            </w:r>
            <w:r w:rsidR="008D4507" w:rsidRPr="004654E0">
              <w:rPr>
                <w:rFonts w:ascii="Calibri" w:hAnsi="Calibri" w:cs="Calibri"/>
              </w:rPr>
              <w:t>realiz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</w:rPr>
              <w:t xml:space="preserve"> obiectivului/proiectului de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4 Studiul de</w:t>
            </w:r>
          </w:p>
          <w:p w:rsidR="00134DEE" w:rsidRPr="004654E0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Fezabilitate, la HG 907/2016? La acestea sunt </w:t>
            </w:r>
            <w:r w:rsidR="008D4507" w:rsidRPr="004654E0">
              <w:rPr>
                <w:rFonts w:ascii="Calibri" w:hAnsi="Calibri" w:cs="Calibri"/>
              </w:rPr>
              <w:t>ad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</w:rPr>
              <w:t xml:space="preserve"> relevante 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 capitolul 2,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Piese scrise, din cadrul Anexei 5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de Avizare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4654E0" w:rsidRDefault="00134DE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:rsidTr="004654E0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minim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="008D4507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 xml:space="preserve">pentru realizarea obiectivului de </w:t>
            </w:r>
            <w:r w:rsidR="008D4507"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ii</w:t>
            </w:r>
            <w:r w:rsidRPr="004654E0">
              <w:rPr>
                <w:rFonts w:ascii="Calibri" w:hAnsi="Calibri" w:cs="Calibri"/>
                <w:vertAlign w:val="superscript"/>
              </w:rPr>
              <w:t>*2)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capitolul 3,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>Studiul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Fezabilitate,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completate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referitoare la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existenta, conform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4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8D4507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8D4507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la HG 907/2016,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având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detaliate: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particularit</w:t>
            </w:r>
            <w:r w:rsidR="00100A2C">
              <w:rPr>
                <w:rFonts w:ascii="Calibri" w:hAnsi="Calibri" w:cs="Calibri"/>
              </w:rPr>
              <w:t>ă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amplasamentului?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punct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vedere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constructiv,</w:t>
            </w:r>
            <w:r w:rsidRPr="004654E0">
              <w:rPr>
                <w:rFonts w:ascii="Calibri" w:hAnsi="Calibri" w:cs="Calibri"/>
                <w:spacing w:val="18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ional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arhitectural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si tehnologic?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costurile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estimative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studiile</w:t>
            </w:r>
            <w:r w:rsidRPr="004654E0">
              <w:rPr>
                <w:rFonts w:ascii="Calibri" w:hAnsi="Calibri" w:cs="Calibri"/>
                <w:spacing w:val="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59"/>
              </w:rPr>
              <w:t xml:space="preserve"> </w:t>
            </w:r>
            <w:r w:rsidR="008D4507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 xml:space="preserve">n  </w:t>
            </w:r>
            <w:r w:rsidR="008D4507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de  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importanta,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graficele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orientative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</w:rPr>
              <w:t>?</w:t>
            </w:r>
          </w:p>
          <w:p w:rsidR="00CE4F1E" w:rsidRPr="004654E0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</w:rPr>
            </w:pPr>
            <w:r w:rsidRPr="004654E0">
              <w:rPr>
                <w:rFonts w:ascii="Calibri" w:hAnsi="Calibri" w:cs="Calibri"/>
                <w:i/>
              </w:rPr>
              <w:t>*2)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cazul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în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anterior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prezentului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fost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elaborat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un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prefezabilitate, se vor prezenta minimum dou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scenarii/</w:t>
            </w:r>
            <w:r w:rsidR="008D4507" w:rsidRPr="004654E0">
              <w:rPr>
                <w:rFonts w:ascii="Calibri" w:hAnsi="Calibri" w:cs="Calibri"/>
                <w:i/>
              </w:rPr>
              <w:t>op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iuni</w:t>
            </w:r>
            <w:r w:rsidRPr="004654E0">
              <w:rPr>
                <w:rFonts w:ascii="Calibri" w:hAnsi="Calibri" w:cs="Calibri"/>
                <w:i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 dintre</w:t>
            </w:r>
            <w:r w:rsidRPr="004654E0">
              <w:rPr>
                <w:rFonts w:ascii="Calibri" w:hAnsi="Calibri" w:cs="Calibri"/>
                <w:i/>
                <w:spacing w:val="-46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cele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selectate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ca fezabile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la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faza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studiu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prefezabilitate.</w:t>
            </w:r>
          </w:p>
          <w:p w:rsidR="00CE4F1E" w:rsidRPr="004654E0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-3"/>
                <w:u w:val="single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la: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Descrierea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b/>
              </w:rPr>
              <w:t>construc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8D4507"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existente,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8D4507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scrise,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8D4507" w:rsidRPr="004654E0">
              <w:rPr>
                <w:rFonts w:ascii="Calibri" w:hAnsi="Calibri" w:cs="Calibri"/>
                <w:i/>
              </w:rPr>
              <w:t>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printre care</w:t>
            </w:r>
            <w:r w:rsidRPr="004654E0">
              <w:rPr>
                <w:rFonts w:ascii="Calibri" w:hAnsi="Calibri" w:cs="Calibri"/>
                <w:spacing w:val="-1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="00CE4F1E" w:rsidRPr="004654E0">
              <w:rPr>
                <w:rFonts w:ascii="Calibri" w:hAnsi="Calibri" w:cs="Calibri"/>
              </w:rPr>
              <w:t xml:space="preserve"> referitoare la studiul geotehnic pentru </w:t>
            </w:r>
            <w:r w:rsidRPr="004654E0">
              <w:rPr>
                <w:rFonts w:ascii="Calibri" w:hAnsi="Calibri" w:cs="Calibri"/>
              </w:rPr>
              <w:t>solu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de consolidare a infrastructurii conform reglement</w:t>
            </w:r>
            <w:r w:rsidR="00100A2C">
              <w:rPr>
                <w:rFonts w:ascii="Calibri" w:hAnsi="Calibri" w:cs="Calibri"/>
              </w:rPr>
              <w:t>ă</w:t>
            </w:r>
            <w:r w:rsidR="00CE4F1E" w:rsidRPr="004654E0">
              <w:rPr>
                <w:rFonts w:ascii="Calibri" w:hAnsi="Calibri" w:cs="Calibri"/>
              </w:rPr>
              <w:t>rilor</w:t>
            </w:r>
            <w:r w:rsidR="00CE4F1E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tehnice</w:t>
            </w:r>
            <w:r w:rsidR="00CE4F1E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în</w:t>
            </w:r>
            <w:r w:rsidR="00CE4F1E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vigoare?</w:t>
            </w:r>
          </w:p>
          <w:p w:rsidR="00CE4F1E" w:rsidRPr="004654E0" w:rsidRDefault="008D4507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Destina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CE4F1E" w:rsidRPr="004654E0">
              <w:rPr>
                <w:rFonts w:ascii="Calibri" w:hAnsi="Calibri" w:cs="Calibri"/>
                <w:spacing w:val="-10"/>
              </w:rPr>
              <w:t xml:space="preserve"> </w:t>
            </w:r>
            <w:r w:rsidR="00CE4F1E" w:rsidRPr="004654E0">
              <w:rPr>
                <w:rFonts w:ascii="Calibri" w:hAnsi="Calibri" w:cs="Calibri"/>
              </w:rPr>
              <w:t>existente?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Precizarea daca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</w:rPr>
              <w:t xml:space="preserve"> existenta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inclus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arheologice,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naturale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8D4507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ale acestora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în zonele construite protejate,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CE4F1E" w:rsidRPr="004654E0" w:rsidTr="0018537E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parametrii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(categoria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clasa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importan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cod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lista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 istorice,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Pr="004654E0">
              <w:rPr>
                <w:rFonts w:ascii="Calibri" w:hAnsi="Calibri" w:cs="Calibri"/>
              </w:rPr>
              <w:lastRenderedPageBreak/>
              <w:t>an/ani/perioade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construire pentru fiecare corp de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ie; 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suprafa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desf</w:t>
            </w:r>
            <w:r w:rsidR="00100A2C">
              <w:rPr>
                <w:rFonts w:ascii="Calibri" w:hAnsi="Calibri" w:cs="Calibri"/>
              </w:rPr>
              <w:t>ă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urat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valoarea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inventar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parametri,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-57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natura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existente)?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baza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concluziilor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expertizei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auditului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energetic,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precum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</w:rPr>
              <w:t>arhitecturalo</w:t>
            </w:r>
            <w:proofErr w:type="spellEnd"/>
            <w:r w:rsidRPr="004654E0">
              <w:rPr>
                <w:rFonts w:ascii="Calibri" w:hAnsi="Calibri" w:cs="Calibri"/>
              </w:rPr>
              <w:t>-istoric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imobilelor care beneficiaz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regimul de 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monument istoric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al imobilelor aflate în zonele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monumentelor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istorice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construite protejate?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Starea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, inclusiv sistemul structural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analiza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diagnostic, din punctul de vedere al asigur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 cerin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elor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fundamentale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aplicabile,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potrivit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legii?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Actul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doveditor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for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majore,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CE4F1E" w:rsidRPr="004654E0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Concluziile</w:t>
            </w:r>
            <w:r w:rsidRPr="004654E0">
              <w:rPr>
                <w:rFonts w:ascii="Calibri" w:hAnsi="Calibri" w:cs="Calibri"/>
                <w:b/>
                <w:spacing w:val="2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expertizei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tehnice</w:t>
            </w:r>
            <w:r w:rsidRPr="004654E0">
              <w:rPr>
                <w:rFonts w:ascii="Calibri" w:hAnsi="Calibri" w:cs="Calibri"/>
                <w:b/>
                <w:spacing w:val="8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si</w:t>
            </w:r>
            <w:r w:rsidRPr="004654E0">
              <w:rPr>
                <w:rFonts w:ascii="Calibri" w:hAnsi="Calibri" w:cs="Calibri"/>
                <w:b/>
                <w:spacing w:val="81"/>
              </w:rPr>
              <w:t xml:space="preserve"> </w:t>
            </w:r>
            <w:r w:rsidR="00385DE3" w:rsidRPr="004654E0">
              <w:rPr>
                <w:rFonts w:ascii="Calibri" w:hAnsi="Calibri" w:cs="Calibri"/>
                <w:b/>
              </w:rPr>
              <w:t>dup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caz,</w:t>
            </w:r>
            <w:r w:rsidRPr="004654E0">
              <w:rPr>
                <w:rFonts w:ascii="Calibri" w:hAnsi="Calibri" w:cs="Calibri"/>
                <w:b/>
                <w:spacing w:val="79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ale</w:t>
            </w:r>
            <w:r w:rsidRPr="004654E0">
              <w:rPr>
                <w:rFonts w:ascii="Calibri" w:hAnsi="Calibri" w:cs="Calibri"/>
                <w:b/>
                <w:spacing w:val="80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auditului</w:t>
            </w:r>
            <w:r w:rsidR="00D251CC" w:rsidRPr="004654E0">
              <w:rPr>
                <w:rFonts w:ascii="Calibri" w:hAnsi="Calibri" w:cs="Calibri"/>
              </w:rPr>
              <w:t xml:space="preserve"> </w:t>
            </w:r>
            <w:r w:rsidR="00D251CC" w:rsidRPr="004654E0">
              <w:rPr>
                <w:rFonts w:ascii="Calibri" w:hAnsi="Calibri" w:cs="Calibri"/>
                <w:b/>
              </w:rPr>
              <w:t xml:space="preserve">energetic, concluziile studiilor de diagnosticare*3), conform </w:t>
            </w:r>
            <w:r w:rsidR="008D4507">
              <w:rPr>
                <w:rFonts w:ascii="Calibri" w:hAnsi="Calibri" w:cs="Calibri"/>
                <w:b/>
              </w:rPr>
              <w:t>preciz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>
              <w:rPr>
                <w:rFonts w:ascii="Calibri" w:hAnsi="Calibri" w:cs="Calibri"/>
                <w:b/>
              </w:rPr>
              <w:t>ri</w:t>
            </w:r>
            <w:r w:rsidR="00D251CC" w:rsidRPr="004654E0">
              <w:rPr>
                <w:rFonts w:ascii="Calibri" w:hAnsi="Calibri" w:cs="Calibri"/>
                <w:b/>
              </w:rPr>
              <w:t xml:space="preserve">lor din cadrul capitolului 4, </w:t>
            </w:r>
            <w:r w:rsidR="00100A2C">
              <w:rPr>
                <w:rFonts w:ascii="Calibri" w:hAnsi="Calibri" w:cs="Calibri"/>
                <w:b/>
              </w:rPr>
              <w:t>secțiune</w:t>
            </w:r>
            <w:r w:rsidR="00385DE3" w:rsidRPr="004654E0">
              <w:rPr>
                <w:rFonts w:ascii="Calibri" w:hAnsi="Calibri" w:cs="Calibri"/>
                <w:b/>
              </w:rPr>
              <w:t>a</w:t>
            </w:r>
            <w:r w:rsidR="00D251CC" w:rsidRPr="004654E0">
              <w:rPr>
                <w:rFonts w:ascii="Calibri" w:hAnsi="Calibri" w:cs="Calibri"/>
                <w:b/>
              </w:rPr>
              <w:t xml:space="preserve"> A Piese scrise, din cadrul Anexei 5 </w:t>
            </w:r>
            <w:r w:rsidR="00385DE3" w:rsidRPr="004654E0">
              <w:rPr>
                <w:rFonts w:ascii="Calibri" w:hAnsi="Calibri" w:cs="Calibri"/>
                <w:b/>
              </w:rPr>
              <w:t>Documenta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385DE3" w:rsidRPr="004654E0">
              <w:rPr>
                <w:rFonts w:ascii="Calibri" w:hAnsi="Calibri" w:cs="Calibri"/>
                <w:b/>
              </w:rPr>
              <w:t>ia</w:t>
            </w:r>
            <w:r w:rsidR="00D251CC" w:rsidRPr="004654E0">
              <w:rPr>
                <w:rFonts w:ascii="Calibri" w:hAnsi="Calibri" w:cs="Calibri"/>
                <w:b/>
              </w:rPr>
              <w:t xml:space="preserve"> de avizare a </w:t>
            </w:r>
            <w:r w:rsidR="008D4507" w:rsidRPr="004654E0">
              <w:rPr>
                <w:rFonts w:ascii="Calibri" w:hAnsi="Calibri" w:cs="Calibri"/>
                <w:b/>
              </w:rPr>
              <w:t>lucr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="008D4507" w:rsidRPr="004654E0">
              <w:rPr>
                <w:rFonts w:ascii="Calibri" w:hAnsi="Calibri" w:cs="Calibri"/>
                <w:b/>
              </w:rPr>
              <w:t>rilor</w:t>
            </w:r>
            <w:r w:rsidR="00D251CC" w:rsidRPr="004654E0">
              <w:rPr>
                <w:rFonts w:ascii="Calibri" w:hAnsi="Calibri" w:cs="Calibri"/>
                <w:b/>
              </w:rPr>
              <w:t xml:space="preserve"> de interven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="00D251CC" w:rsidRPr="004654E0">
              <w:rPr>
                <w:rFonts w:ascii="Calibri" w:hAnsi="Calibri" w:cs="Calibri"/>
                <w:b/>
              </w:rPr>
              <w:t>ie, la HG 907/2016?</w:t>
            </w:r>
          </w:p>
          <w:p w:rsidR="00D251CC" w:rsidRPr="004654E0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Identificarea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scenariilor/op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iunilor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(minimum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dou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</w:rPr>
              <w:t>)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B3097E" w:rsidRPr="004654E0">
              <w:rPr>
                <w:rFonts w:ascii="Calibri" w:hAnsi="Calibri" w:cs="Calibri"/>
                <w:b/>
              </w:rPr>
              <w:t>i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analiza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detaliat</w:t>
            </w:r>
            <w:r w:rsidR="00100A2C">
              <w:rPr>
                <w:rFonts w:ascii="Calibri" w:hAnsi="Calibri" w:cs="Calibri"/>
                <w:b/>
              </w:rPr>
              <w:t>ă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acestora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 w:rsidRPr="004654E0">
              <w:rPr>
                <w:rFonts w:ascii="Calibri" w:hAnsi="Calibri" w:cs="Calibri"/>
              </w:rPr>
              <w:t>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capitolul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5.1,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5.2,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5.3,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5.4,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8D4507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lucr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8D4507" w:rsidRPr="004654E0">
              <w:rPr>
                <w:rFonts w:ascii="Calibri" w:hAnsi="Calibri" w:cs="Calibri"/>
                <w:i/>
              </w:rPr>
              <w:t>rilor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8D4507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HG 907/2016, </w:t>
            </w:r>
            <w:r w:rsidRPr="004654E0">
              <w:rPr>
                <w:rFonts w:ascii="Calibri" w:hAnsi="Calibri" w:cs="Calibri"/>
                <w:u w:val="single"/>
              </w:rPr>
              <w:t>printre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care</w:t>
            </w:r>
            <w:r w:rsidRPr="004654E0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="00B3097E">
              <w:rPr>
                <w:rFonts w:ascii="Calibri" w:hAnsi="Calibri" w:cs="Calibri"/>
                <w:u w:val="single"/>
              </w:rPr>
              <w:t>ș</w:t>
            </w:r>
            <w:r w:rsidRPr="004654E0">
              <w:rPr>
                <w:rFonts w:ascii="Calibri" w:hAnsi="Calibri" w:cs="Calibri"/>
                <w:u w:val="single"/>
              </w:rPr>
              <w:t>i</w:t>
            </w:r>
            <w:r w:rsidRPr="004654E0">
              <w:rPr>
                <w:rFonts w:ascii="Calibri" w:hAnsi="Calibri" w:cs="Calibri"/>
              </w:rPr>
              <w:t>:</w:t>
            </w:r>
          </w:p>
          <w:p w:rsidR="00D251CC" w:rsidRPr="004654E0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Descrierea principalelor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pentru: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consolidarea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subansamblurilor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ansamblului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protejarea,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repararea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nestructurale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restaurarea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arhitecturale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componentelor 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protejare/conservare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elementelor naturale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antropice existente valoroase,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demolarea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par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cu/f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modificarea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configura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iei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i/sau 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iunii existente a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introducerea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elemente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structurale/nestructurale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suplimentare, introducerea de dispozitive antiseismice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reducerea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spunsului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seismic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existente?</w:t>
            </w:r>
          </w:p>
          <w:p w:rsidR="00D251CC" w:rsidRPr="004654E0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    Descrierea,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a altor categorii de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incluse în solu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ia tehnic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de 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 propus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respectiv hidroizola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termoizola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 repararea/înlocuirea 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iilor/echipamentelor aferente</w:t>
            </w:r>
            <w:r w:rsidRPr="004654E0">
              <w:rPr>
                <w:rFonts w:ascii="Calibri" w:hAnsi="Calibri" w:cs="Calibri"/>
              </w:rPr>
              <w:tab/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iei,</w:t>
            </w:r>
            <w:r w:rsidRPr="004654E0">
              <w:rPr>
                <w:rFonts w:ascii="Calibri" w:hAnsi="Calibri" w:cs="Calibri"/>
              </w:rPr>
              <w:tab/>
              <w:t>demont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ri/mont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ri, </w:t>
            </w:r>
            <w:r w:rsidR="00B3097E" w:rsidRPr="004654E0">
              <w:rPr>
                <w:rFonts w:ascii="Calibri" w:hAnsi="Calibri" w:cs="Calibri"/>
              </w:rPr>
              <w:t>debran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/ </w:t>
            </w:r>
            <w:r w:rsidR="00B3097E" w:rsidRPr="004654E0">
              <w:rPr>
                <w:rFonts w:ascii="Calibri" w:hAnsi="Calibri" w:cs="Calibri"/>
              </w:rPr>
              <w:t>bran</w:t>
            </w:r>
            <w:r w:rsidR="00B3097E">
              <w:rPr>
                <w:rFonts w:ascii="Calibri" w:hAnsi="Calibri" w:cs="Calibri"/>
              </w:rPr>
              <w:t>șă</w:t>
            </w:r>
            <w:r w:rsidR="00B3097E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finisaje la interior/exterior,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caz, îmbun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 xml:space="preserve">irea terenului de fundare, precum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 strict necesare pentru asigurarea func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ionalit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 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 reabilitate?</w:t>
            </w:r>
          </w:p>
          <w:p w:rsidR="005F26B9" w:rsidRPr="004654E0" w:rsidRDefault="005F26B9" w:rsidP="004654E0">
            <w:pPr>
              <w:pStyle w:val="TableParagraph"/>
              <w:tabs>
                <w:tab w:val="left" w:pos="1132"/>
              </w:tabs>
              <w:ind w:right="105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*3) studiile de diagnosticare pot fi: studii de identificare a alc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tuirilor constructive 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utilizeaz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substan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nocive,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specifice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istorice,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pentru</w:t>
            </w:r>
            <w:r w:rsidRPr="004654E0">
              <w:rPr>
                <w:rFonts w:ascii="Calibri" w:hAnsi="Calibri" w:cs="Calibri"/>
                <w:i/>
                <w:spacing w:val="-46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monumente de for public, situri arheologice, analiza compatibilit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ii conform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rii spa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iale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a cl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dirii existente cu normele specifice func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 xml:space="preserve">iunii </w:t>
            </w:r>
            <w:r w:rsidR="00B3097E">
              <w:rPr>
                <w:rFonts w:ascii="Calibri" w:hAnsi="Calibri" w:cs="Calibri"/>
                <w:i/>
                <w:sz w:val="18"/>
                <w:szCs w:val="18"/>
              </w:rPr>
              <w:t>ș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i a m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surii în care aceasta r</w:t>
            </w:r>
            <w:r w:rsidR="00100A2C">
              <w:rPr>
                <w:rFonts w:ascii="Calibri" w:hAnsi="Calibri" w:cs="Calibri"/>
                <w:i/>
                <w:sz w:val="18"/>
                <w:szCs w:val="18"/>
              </w:rPr>
              <w:t>ă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spunde</w:t>
            </w:r>
            <w:r w:rsidRPr="004654E0">
              <w:rPr>
                <w:rFonts w:ascii="Calibri" w:hAnsi="Calibri" w:cs="Calibri"/>
                <w:i/>
                <w:spacing w:val="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cerin</w:t>
            </w:r>
            <w:r w:rsidR="008D4507">
              <w:rPr>
                <w:rFonts w:ascii="Calibri" w:hAnsi="Calibri" w:cs="Calibri"/>
                <w:i/>
                <w:sz w:val="18"/>
                <w:szCs w:val="18"/>
              </w:rPr>
              <w:t>ț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elor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calitate,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studiu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peisagistic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sau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studii,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stabilite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prin</w:t>
            </w:r>
            <w:r w:rsidRPr="004654E0">
              <w:rPr>
                <w:rFonts w:ascii="Calibri" w:hAnsi="Calibri" w:cs="Calibri"/>
                <w:i/>
                <w:spacing w:val="-2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tema</w:t>
            </w:r>
            <w:r w:rsidRPr="004654E0">
              <w:rPr>
                <w:rFonts w:ascii="Calibri" w:hAnsi="Calibri" w:cs="Calibri"/>
                <w:i/>
                <w:spacing w:val="-3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de</w:t>
            </w:r>
            <w:r w:rsidRPr="004654E0">
              <w:rPr>
                <w:rFonts w:ascii="Calibri" w:hAnsi="Calibri" w:cs="Calibri"/>
                <w:i/>
                <w:spacing w:val="-1"/>
                <w:sz w:val="18"/>
                <w:szCs w:val="18"/>
              </w:rPr>
              <w:t xml:space="preserve"> </w:t>
            </w:r>
            <w:r w:rsidRPr="004654E0">
              <w:rPr>
                <w:rFonts w:ascii="Calibri" w:hAnsi="Calibri" w:cs="Calibri"/>
                <w:i/>
                <w:sz w:val="18"/>
                <w:szCs w:val="18"/>
              </w:rPr>
              <w:t>proiectare.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4654E0" w:rsidRDefault="00CE4F1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Este prezentata </w:t>
            </w:r>
            <w:r w:rsidRPr="00757425">
              <w:rPr>
                <w:rFonts w:ascii="Calibri" w:hAnsi="Calibri" w:cs="Calibri"/>
                <w:b/>
              </w:rPr>
              <w:t xml:space="preserve">analiza </w:t>
            </w:r>
            <w:r w:rsidR="00B3097E" w:rsidRPr="00757425">
              <w:rPr>
                <w:rFonts w:ascii="Calibri" w:hAnsi="Calibri" w:cs="Calibri"/>
                <w:b/>
              </w:rPr>
              <w:t>fiecărui</w:t>
            </w:r>
            <w:r w:rsidRPr="00757425">
              <w:rPr>
                <w:rFonts w:ascii="Calibri" w:hAnsi="Calibri" w:cs="Calibri"/>
                <w:b/>
              </w:rPr>
              <w:t xml:space="preserve"> scenariu/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757425">
              <w:rPr>
                <w:rFonts w:ascii="Calibri" w:hAnsi="Calibri" w:cs="Calibri"/>
                <w:b/>
              </w:rPr>
              <w:t xml:space="preserve">i </w:t>
            </w:r>
            <w:proofErr w:type="spellStart"/>
            <w:r w:rsidRPr="00757425">
              <w:rPr>
                <w:rFonts w:ascii="Calibri" w:hAnsi="Calibri" w:cs="Calibri"/>
                <w:b/>
              </w:rPr>
              <w:t>tehnico</w:t>
            </w:r>
            <w:proofErr w:type="spellEnd"/>
            <w:r w:rsidRPr="00757425">
              <w:rPr>
                <w:rFonts w:ascii="Calibri" w:hAnsi="Calibri" w:cs="Calibri"/>
                <w:b/>
              </w:rPr>
              <w:t>-economice</w:t>
            </w:r>
            <w:r w:rsidRPr="004654E0">
              <w:rPr>
                <w:rFonts w:ascii="Calibri" w:hAnsi="Calibri" w:cs="Calibri"/>
              </w:rPr>
              <w:t xml:space="preserve"> propuse,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4,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4 </w:t>
            </w:r>
            <w:r w:rsidRPr="004654E0">
              <w:rPr>
                <w:rFonts w:ascii="Calibri" w:hAnsi="Calibri" w:cs="Calibri"/>
              </w:rPr>
              <w:lastRenderedPageBreak/>
              <w:t xml:space="preserve">Studiul de Fezabilitate, la HG 907/2016? La acestea sunt </w:t>
            </w:r>
            <w:r w:rsidR="00B3097E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aplicabile din capitolele 5.5 si 5.6,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Piese scrise, din cadrul Anexei 5 </w:t>
            </w:r>
            <w:r w:rsidR="00B3097E" w:rsidRPr="004654E0">
              <w:rPr>
                <w:rFonts w:ascii="Calibri" w:hAnsi="Calibri" w:cs="Calibri"/>
              </w:rPr>
              <w:t>Documentația</w:t>
            </w:r>
            <w:r w:rsidRPr="004654E0">
              <w:rPr>
                <w:rFonts w:ascii="Calibri" w:hAnsi="Calibri" w:cs="Calibri"/>
              </w:rPr>
              <w:t xml:space="preserve"> de avizare a </w:t>
            </w:r>
            <w:r w:rsidR="00B3097E" w:rsidRPr="004654E0">
              <w:rPr>
                <w:rFonts w:ascii="Calibri" w:hAnsi="Calibri" w:cs="Calibri"/>
              </w:rPr>
              <w:t>lucrărilor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B3097E" w:rsidRPr="004654E0">
              <w:rPr>
                <w:rFonts w:ascii="Calibri" w:hAnsi="Calibri" w:cs="Calibri"/>
              </w:rPr>
              <w:t>intervenție</w:t>
            </w:r>
            <w:r w:rsidRPr="004654E0">
              <w:rPr>
                <w:rFonts w:ascii="Calibri" w:hAnsi="Calibri" w:cs="Calibri"/>
              </w:rPr>
              <w:t>,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scenariul/</w:t>
            </w:r>
            <w:r w:rsidR="00100A2C">
              <w:rPr>
                <w:rFonts w:ascii="Calibri" w:hAnsi="Calibri" w:cs="Calibri"/>
                <w:b/>
              </w:rPr>
              <w:t>opțiun</w:t>
            </w:r>
            <w:r w:rsidRPr="004654E0">
              <w:rPr>
                <w:rFonts w:ascii="Calibri" w:hAnsi="Calibri" w:cs="Calibri"/>
                <w:b/>
              </w:rPr>
              <w:t>ea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b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b/>
              </w:rPr>
              <w:t>-economica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optim(a)</w:t>
            </w:r>
            <w:r w:rsidRPr="004654E0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recomandat(a)</w:t>
            </w:r>
            <w:r w:rsidRPr="004654E0">
              <w:rPr>
                <w:rFonts w:ascii="Calibri" w:hAnsi="Calibri" w:cs="Calibri"/>
              </w:rPr>
              <w:t xml:space="preserve">, conform </w:t>
            </w:r>
            <w:r w:rsidR="008D4507">
              <w:rPr>
                <w:rFonts w:ascii="Calibri" w:hAnsi="Calibri" w:cs="Calibri"/>
              </w:rPr>
              <w:t>preciz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lor din capitolul 5,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 xml:space="preserve">a A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scrise, </w:t>
            </w:r>
            <w:r w:rsidRPr="004654E0">
              <w:rPr>
                <w:rFonts w:ascii="Calibri" w:hAnsi="Calibri" w:cs="Calibri"/>
              </w:rPr>
              <w:t xml:space="preserve">din cadrul Anexei 4 </w:t>
            </w:r>
            <w:r w:rsidRPr="004654E0">
              <w:rPr>
                <w:rFonts w:ascii="Calibri" w:hAnsi="Calibri" w:cs="Calibri"/>
                <w:i/>
              </w:rPr>
              <w:t xml:space="preserve">Studiul de Fezabilitate, </w:t>
            </w:r>
            <w:r w:rsidRPr="004654E0">
              <w:rPr>
                <w:rFonts w:ascii="Calibri" w:hAnsi="Calibri" w:cs="Calibri"/>
              </w:rPr>
              <w:t>la HG 907/2016? 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acestea sunt </w:t>
            </w:r>
            <w:r w:rsidR="00100A2C" w:rsidRPr="004654E0">
              <w:rPr>
                <w:rFonts w:ascii="Calibri" w:hAnsi="Calibri" w:cs="Calibri"/>
              </w:rPr>
              <w:t>adăugate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u w:val="single"/>
              </w:rPr>
              <w:t>aplicabile</w:t>
            </w:r>
            <w:r w:rsidRPr="004654E0">
              <w:rPr>
                <w:rFonts w:ascii="Calibri" w:hAnsi="Calibri" w:cs="Calibri"/>
              </w:rPr>
              <w:t xml:space="preserve"> din capitolul 6,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 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Piese scrise, </w:t>
            </w:r>
            <w:r w:rsidRPr="004654E0">
              <w:rPr>
                <w:rFonts w:ascii="Calibri" w:hAnsi="Calibri" w:cs="Calibri"/>
              </w:rPr>
              <w:t xml:space="preserve">din cadrul Anexei 5 </w:t>
            </w:r>
            <w:r w:rsidR="00B3097E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</w:rPr>
              <w:t xml:space="preserve"> de avizare a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</w:rPr>
              <w:t xml:space="preserve"> de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757425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Calibri" w:hAnsi="Calibri" w:cs="Calibri"/>
                <w:sz w:val="21"/>
                <w:szCs w:val="21"/>
              </w:rPr>
              <w:t>Exist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</w:t>
            </w:r>
            <w:r w:rsidR="00B3097E">
              <w:rPr>
                <w:rFonts w:ascii="Calibri" w:eastAsia="Calibri" w:hAnsi="Calibri" w:cs="Calibri"/>
                <w:sz w:val="21"/>
                <w:szCs w:val="21"/>
              </w:rPr>
              <w:t>ș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i se respect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structura capitolului: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Urbanism, acorduri si avize</w:t>
            </w:r>
            <w:r w:rsidRPr="00757425">
              <w:rPr>
                <w:rFonts w:ascii="Calibri" w:eastAsia="Calibri" w:hAnsi="Calibri" w:cs="Calibri"/>
                <w:b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b/>
                <w:sz w:val="21"/>
                <w:szCs w:val="21"/>
              </w:rPr>
              <w:t>conforme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eastAsia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lor din capitolul 6, </w:t>
            </w:r>
            <w:r w:rsidR="00100A2C">
              <w:rPr>
                <w:rFonts w:ascii="Calibri" w:eastAsia="Calibri" w:hAnsi="Calibri" w:cs="Calibri"/>
                <w:sz w:val="21"/>
                <w:szCs w:val="21"/>
              </w:rPr>
              <w:t>secțiune</w:t>
            </w:r>
            <w:r w:rsidR="00100A2C" w:rsidRPr="00757425">
              <w:rPr>
                <w:rFonts w:ascii="Calibri" w:eastAsia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 xml:space="preserve"> A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Piese scrise,</w:t>
            </w:r>
            <w:r w:rsidRPr="00757425">
              <w:rPr>
                <w:rFonts w:ascii="Calibri" w:eastAsia="Calibri" w:hAnsi="Calibri" w:cs="Calibri"/>
                <w:i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eastAsia="Calibri" w:hAnsi="Calibri" w:cs="Calibri"/>
                <w:spacing w:val="17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eastAsia="Calibri" w:hAnsi="Calibri" w:cs="Calibri"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eastAsia="Calibri" w:hAnsi="Calibri" w:cs="Calibri"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eastAsia="Calibri" w:hAnsi="Calibri" w:cs="Calibri"/>
                <w:spacing w:val="21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eastAsia="Calibri" w:hAnsi="Calibri" w:cs="Calibri"/>
                <w:i/>
                <w:spacing w:val="20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eastAsia="Calibri" w:hAnsi="Calibri" w:cs="Calibri"/>
                <w:i/>
                <w:spacing w:val="18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i/>
                <w:sz w:val="21"/>
                <w:szCs w:val="21"/>
              </w:rPr>
              <w:t>Fezabilitate,</w:t>
            </w:r>
            <w:r w:rsidRPr="00757425">
              <w:rPr>
                <w:rFonts w:ascii="Calibri" w:eastAsia="Calibri" w:hAnsi="Calibri" w:cs="Calibri"/>
                <w:i/>
                <w:spacing w:val="24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907/2016</w:t>
            </w:r>
            <w:r w:rsidRPr="00757425">
              <w:rPr>
                <w:rFonts w:ascii="Calibri" w:eastAsia="Calibri" w:hAnsi="Calibri" w:cs="Calibri"/>
                <w:spacing w:val="19"/>
                <w:sz w:val="21"/>
                <w:szCs w:val="21"/>
              </w:rPr>
              <w:t xml:space="preserve"> </w:t>
            </w:r>
            <w:r w:rsidRPr="00757425">
              <w:rPr>
                <w:rFonts w:ascii="Calibri" w:eastAsia="Calibri" w:hAnsi="Calibri" w:cs="Calibri"/>
                <w:sz w:val="21"/>
                <w:szCs w:val="21"/>
              </w:rPr>
              <w:t>completat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cu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informațiile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u w:val="single"/>
                <w:lang w:eastAsia="en-US"/>
              </w:rPr>
              <w:t>aplicabile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 din capitolul 7, 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secțiune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a A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Piese scrise,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din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 xml:space="preserve">cadrul Anexei 5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Documentația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avizare a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lucrărilor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 de </w:t>
            </w:r>
            <w:r w:rsidR="00100A2C"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intervenție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 xml:space="preserve">,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la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HG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907/2016),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fiind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prezentate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="00100A2C"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următoarele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documente: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Certificatul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urbanism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emis</w:t>
            </w:r>
            <w:r w:rsidRPr="00757425">
              <w:rPr>
                <w:rFonts w:ascii="Calibri" w:eastAsia="Trebuchet MS" w:hAnsi="Calibri" w:cs="Calibri"/>
                <w:spacing w:val="-4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vederea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ob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inerii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autoriza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iei</w:t>
            </w:r>
            <w:r w:rsidRPr="00757425">
              <w:rPr>
                <w:rFonts w:ascii="Calibri" w:eastAsia="Trebuchet MS" w:hAnsi="Calibri" w:cs="Calibri"/>
                <w:spacing w:val="-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</w:p>
          <w:p w:rsidR="00757425" w:rsidRPr="00757425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construire?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Extras de carte funciar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, cu excep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cazurilor speciale, expres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zute de lege?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 mediului vor face obiectul procedurii de evaluare 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 asupra 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 Actul administrativ al autorit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competente pentru protec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 mediului,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diminuare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impactului, m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suri de compensare, modalitatea de integrare 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prevederilor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acordului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mediu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în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tehnico</w:t>
            </w:r>
            <w:proofErr w:type="spellEnd"/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-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economic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 proiectele care în conformitate cu etapa de evaluare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ini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ial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efectuat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autoritatea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competent</w:t>
            </w:r>
            <w:r w:rsidR="00100A2C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pentru</w:t>
            </w:r>
            <w:r w:rsidRPr="00757425">
              <w:rPr>
                <w:rFonts w:ascii="Calibri" w:eastAsia="Trebuchet MS" w:hAnsi="Calibri" w:cs="Calibri"/>
                <w:i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protec</w:t>
            </w:r>
            <w:r w:rsidR="008D4507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ia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b/>
                <w:i/>
                <w:sz w:val="21"/>
                <w:szCs w:val="21"/>
                <w:lang w:eastAsia="en-US"/>
              </w:rPr>
              <w:t>NU</w:t>
            </w:r>
            <w:r w:rsidRPr="00757425">
              <w:rPr>
                <w:rFonts w:ascii="Calibri" w:eastAsia="Trebuchet MS" w:hAnsi="Calibri" w:cs="Calibri"/>
                <w:b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vor</w:t>
            </w:r>
            <w:r w:rsidRPr="00757425">
              <w:rPr>
                <w:rFonts w:ascii="Calibri" w:eastAsia="Trebuchet MS" w:hAnsi="Calibri" w:cs="Calibri"/>
                <w:i/>
                <w:spacing w:val="1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face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obiectul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procedurii</w:t>
            </w:r>
            <w:r w:rsidRPr="00757425">
              <w:rPr>
                <w:rFonts w:ascii="Calibri" w:eastAsia="Trebuchet MS" w:hAnsi="Calibri" w:cs="Calibri"/>
                <w:i/>
                <w:spacing w:val="1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i/>
                <w:spacing w:val="15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evaluare</w:t>
            </w:r>
            <w:r w:rsidRPr="00757425">
              <w:rPr>
                <w:rFonts w:ascii="Calibri" w:eastAsia="Trebuchet MS" w:hAnsi="Calibri" w:cs="Calibri"/>
                <w:i/>
                <w:spacing w:val="-58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impactului</w:t>
            </w:r>
            <w:r w:rsidRPr="00757425">
              <w:rPr>
                <w:rFonts w:ascii="Calibri" w:eastAsia="Trebuchet MS" w:hAnsi="Calibri" w:cs="Calibri"/>
                <w:i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asupra</w:t>
            </w:r>
            <w:r w:rsidRPr="00757425">
              <w:rPr>
                <w:rFonts w:ascii="Calibri" w:eastAsia="Trebuchet MS" w:hAnsi="Calibri" w:cs="Calibri"/>
                <w:i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i/>
                <w:sz w:val="21"/>
                <w:szCs w:val="21"/>
                <w:lang w:eastAsia="en-US"/>
              </w:rPr>
              <w:t>mediului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:</w:t>
            </w:r>
            <w:r w:rsidRPr="00757425">
              <w:rPr>
                <w:rFonts w:ascii="Calibri" w:eastAsia="Trebuchet MS" w:hAnsi="Calibri" w:cs="Calibri"/>
                <w:spacing w:val="-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clasarea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notific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rii</w:t>
            </w:r>
            <w:r w:rsidRPr="00757425">
              <w:rPr>
                <w:rFonts w:ascii="Calibri" w:eastAsia="Trebuchet MS" w:hAnsi="Calibri" w:cs="Calibri"/>
                <w:spacing w:val="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Avize</w:t>
            </w:r>
            <w:r w:rsidRPr="00757425">
              <w:rPr>
                <w:rFonts w:ascii="Calibri" w:eastAsia="Trebuchet MS" w:hAnsi="Calibri" w:cs="Calibri"/>
                <w:spacing w:val="-7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conforme</w:t>
            </w:r>
            <w:r w:rsidRPr="00757425">
              <w:rPr>
                <w:rFonts w:ascii="Calibri" w:eastAsia="Trebuchet MS" w:hAnsi="Calibri" w:cs="Calibri"/>
                <w:spacing w:val="-6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privind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asigurarea</w:t>
            </w:r>
            <w:r w:rsidRPr="00757425">
              <w:rPr>
                <w:rFonts w:ascii="Calibri" w:eastAsia="Trebuchet MS" w:hAnsi="Calibri" w:cs="Calibri"/>
                <w:spacing w:val="-3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utilit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="008D4507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ț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ilor?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</w:pP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Studiu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topografic,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vizat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tre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Oficiul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de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Cadastru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="00B3097E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ș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</w:t>
            </w:r>
            <w:r w:rsidRPr="00757425">
              <w:rPr>
                <w:rFonts w:ascii="Calibri" w:eastAsia="Trebuchet MS" w:hAnsi="Calibri" w:cs="Calibri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Publicitate</w:t>
            </w:r>
            <w:r w:rsidRPr="00757425">
              <w:rPr>
                <w:rFonts w:ascii="Calibri" w:eastAsia="Trebuchet MS" w:hAnsi="Calibri" w:cs="Calibri"/>
                <w:spacing w:val="-2"/>
                <w:sz w:val="21"/>
                <w:szCs w:val="21"/>
                <w:lang w:eastAsia="en-US"/>
              </w:rPr>
              <w:t xml:space="preserve"> 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Imobiliar</w:t>
            </w:r>
            <w:r w:rsidR="00100A2C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ă</w:t>
            </w:r>
            <w:r w:rsidRPr="00757425">
              <w:rPr>
                <w:rFonts w:ascii="Calibri" w:eastAsia="Trebuchet MS" w:hAnsi="Calibri" w:cs="Calibri"/>
                <w:sz w:val="21"/>
                <w:szCs w:val="21"/>
                <w:lang w:eastAsia="en-US"/>
              </w:rPr>
              <w:t>?</w:t>
            </w:r>
          </w:p>
          <w:p w:rsidR="00757425" w:rsidRPr="00757425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sz w:val="20"/>
                <w:szCs w:val="22"/>
                <w:lang w:eastAsia="en-US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Avize,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acorduri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studii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dup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caz,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func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specificul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pot</w:t>
            </w:r>
            <w:r w:rsidRPr="00757425">
              <w:rPr>
                <w:rFonts w:ascii="Calibri" w:hAnsi="Calibri" w:cs="Calibri"/>
                <w:spacing w:val="60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condi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iona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solu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iile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75742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757425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Sunt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prezentate</w:t>
            </w:r>
            <w:r w:rsidRPr="00757425">
              <w:rPr>
                <w:rFonts w:ascii="Calibri" w:hAnsi="Calibri" w:cs="Calibri"/>
                <w:spacing w:val="-3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referitoare</w:t>
            </w:r>
            <w:r w:rsidRPr="00757425">
              <w:rPr>
                <w:rFonts w:ascii="Calibri" w:hAnsi="Calibri" w:cs="Calibri"/>
                <w:spacing w:val="-6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la:</w:t>
            </w:r>
          </w:p>
          <w:p w:rsidR="00757425" w:rsidRPr="00757425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b/>
                <w:sz w:val="21"/>
                <w:szCs w:val="21"/>
              </w:rPr>
              <w:t xml:space="preserve">implementarea </w:t>
            </w:r>
            <w:r w:rsidR="00100A2C" w:rsidRPr="00757425">
              <w:rPr>
                <w:rFonts w:ascii="Calibri" w:hAnsi="Calibri" w:cs="Calibri"/>
                <w:b/>
                <w:sz w:val="21"/>
                <w:szCs w:val="21"/>
              </w:rPr>
              <w:t>investiției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lor din capitolul 7,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Piese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scrise,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din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cadrul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Anexei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4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Studiul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i/>
                <w:sz w:val="21"/>
                <w:szCs w:val="21"/>
              </w:rPr>
              <w:t>Fezabilitate</w:t>
            </w:r>
            <w:r w:rsidRPr="00757425">
              <w:rPr>
                <w:rFonts w:ascii="Calibri" w:hAnsi="Calibri" w:cs="Calibri"/>
                <w:i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HG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907/2016,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având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detaliate:</w:t>
            </w:r>
          </w:p>
          <w:p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informații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 despre entitatea responsabila cu implementarea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investiției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cuprinzând: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obiectivului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(în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luni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calendaristice),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durata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execu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graficul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implementare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iei,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e</w:t>
            </w:r>
            <w:r w:rsidR="00B3097E">
              <w:rPr>
                <w:rFonts w:ascii="Calibri" w:hAnsi="Calibri" w:cs="Calibri"/>
                <w:sz w:val="21"/>
                <w:szCs w:val="21"/>
              </w:rPr>
              <w:t>ș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alonarea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investi</w:t>
            </w:r>
            <w:r w:rsidR="008D4507">
              <w:rPr>
                <w:rFonts w:ascii="Calibri" w:hAnsi="Calibri" w:cs="Calibri"/>
                <w:sz w:val="21"/>
                <w:szCs w:val="21"/>
              </w:rPr>
              <w:t>ț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iei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pe</w:t>
            </w:r>
            <w:r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ani,</w:t>
            </w:r>
            <w:r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resurse</w:t>
            </w:r>
            <w:r w:rsidRPr="00757425">
              <w:rPr>
                <w:rFonts w:ascii="Calibri" w:hAnsi="Calibri" w:cs="Calibri"/>
                <w:spacing w:val="-2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necesare?</w:t>
            </w:r>
          </w:p>
          <w:p w:rsidR="00757425" w:rsidRPr="00757425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strategia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de</w:t>
            </w:r>
            <w:r w:rsidRPr="00757425">
              <w:rPr>
                <w:rFonts w:ascii="Calibri" w:hAnsi="Calibri" w:cs="Calibri"/>
                <w:spacing w:val="-7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exploatare/operare</w:t>
            </w:r>
            <w:r w:rsidRPr="00757425">
              <w:rPr>
                <w:rFonts w:ascii="Calibri" w:hAnsi="Calibri" w:cs="Calibri"/>
                <w:spacing w:val="-4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si</w:t>
            </w:r>
            <w:r w:rsidRPr="00757425">
              <w:rPr>
                <w:rFonts w:ascii="Calibri" w:hAnsi="Calibri" w:cs="Calibri"/>
                <w:spacing w:val="-5"/>
                <w:sz w:val="21"/>
                <w:szCs w:val="21"/>
              </w:rPr>
              <w:t xml:space="preserve">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întreținere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757425" w:rsidRDefault="00100A2C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privind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asigurarea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capacității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manageriale</w:t>
            </w:r>
            <w:r w:rsidR="00757425" w:rsidRPr="00757425">
              <w:rPr>
                <w:rFonts w:ascii="Calibri" w:hAnsi="Calibri" w:cs="Calibri"/>
                <w:spacing w:val="1"/>
                <w:sz w:val="21"/>
                <w:szCs w:val="21"/>
              </w:rPr>
              <w:t xml:space="preserve"> 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 xml:space="preserve">si </w:t>
            </w:r>
            <w:r w:rsidR="00757425" w:rsidRPr="00757425">
              <w:rPr>
                <w:rFonts w:ascii="Calibri" w:hAnsi="Calibri" w:cs="Calibri"/>
                <w:spacing w:val="-58"/>
                <w:sz w:val="21"/>
                <w:szCs w:val="21"/>
              </w:rPr>
              <w:t xml:space="preserve"> 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instituționale</w:t>
            </w:r>
            <w:r w:rsidR="00757425" w:rsidRPr="00757425">
              <w:rPr>
                <w:rFonts w:ascii="Calibri" w:hAnsi="Calibri" w:cs="Calibri"/>
                <w:sz w:val="21"/>
                <w:szCs w:val="21"/>
              </w:rPr>
              <w:t>?</w:t>
            </w:r>
          </w:p>
          <w:p w:rsidR="00757425" w:rsidRPr="004654E0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</w:rPr>
            </w:pPr>
            <w:r w:rsidRPr="00757425">
              <w:rPr>
                <w:rFonts w:ascii="Calibri" w:hAnsi="Calibri" w:cs="Calibri"/>
                <w:sz w:val="21"/>
                <w:szCs w:val="21"/>
              </w:rPr>
              <w:t xml:space="preserve">concluzii si </w:t>
            </w:r>
            <w:r w:rsidR="00100A2C" w:rsidRPr="00757425">
              <w:rPr>
                <w:rFonts w:ascii="Calibri" w:hAnsi="Calibri" w:cs="Calibri"/>
                <w:sz w:val="21"/>
                <w:szCs w:val="21"/>
              </w:rPr>
              <w:t>recomandări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, conform </w:t>
            </w:r>
            <w:r w:rsidR="008D4507">
              <w:rPr>
                <w:rFonts w:ascii="Calibri" w:hAnsi="Calibri" w:cs="Calibri"/>
                <w:sz w:val="21"/>
                <w:szCs w:val="21"/>
              </w:rPr>
              <w:t>preciz</w:t>
            </w:r>
            <w:r w:rsidR="00100A2C">
              <w:rPr>
                <w:rFonts w:ascii="Calibri" w:hAnsi="Calibri" w:cs="Calibri"/>
                <w:sz w:val="21"/>
                <w:szCs w:val="21"/>
              </w:rPr>
              <w:t>ă</w:t>
            </w:r>
            <w:r w:rsidR="008D4507">
              <w:rPr>
                <w:rFonts w:ascii="Calibri" w:hAnsi="Calibri" w:cs="Calibri"/>
                <w:sz w:val="21"/>
                <w:szCs w:val="21"/>
              </w:rPr>
              <w:t>ri</w:t>
            </w:r>
            <w:r w:rsidRPr="00757425">
              <w:rPr>
                <w:rFonts w:ascii="Calibri" w:hAnsi="Calibri" w:cs="Calibri"/>
                <w:sz w:val="21"/>
                <w:szCs w:val="21"/>
              </w:rPr>
              <w:t xml:space="preserve">lor din capitolul 8, </w:t>
            </w:r>
            <w:r w:rsidR="00100A2C">
              <w:rPr>
                <w:rFonts w:ascii="Calibri" w:hAnsi="Calibri" w:cs="Calibri"/>
                <w:sz w:val="21"/>
                <w:szCs w:val="21"/>
              </w:rPr>
              <w:t>secțiune</w:t>
            </w:r>
            <w:r w:rsidRPr="00757425">
              <w:rPr>
                <w:rFonts w:ascii="Calibri" w:hAnsi="Calibri" w:cs="Calibri"/>
                <w:sz w:val="21"/>
                <w:szCs w:val="21"/>
              </w:rPr>
              <w:t>a A Piese scrise, din cadrul Anexei 4 Studiul de Fezabilitate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4654E0" w:rsidRDefault="00757425" w:rsidP="0075742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931D5E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Devizul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General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legisla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vigoare: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privind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etapele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elaborare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con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inutul</w:t>
            </w:r>
            <w:r w:rsidRPr="004654E0">
              <w:rPr>
                <w:rFonts w:ascii="Calibri" w:hAnsi="Calibri" w:cs="Calibri"/>
                <w:i/>
              </w:rPr>
              <w:t>-cadru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al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documenta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i/>
              </w:rPr>
              <w:t>tehnico</w:t>
            </w:r>
            <w:proofErr w:type="spellEnd"/>
            <w:r w:rsidRPr="004654E0">
              <w:rPr>
                <w:rFonts w:ascii="Calibri" w:hAnsi="Calibri" w:cs="Calibri"/>
                <w:i/>
              </w:rPr>
              <w:t>-economice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aferente</w:t>
            </w:r>
            <w:r w:rsidRPr="004654E0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obiectivelor/proiectelor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investi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ii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  <w:i/>
              </w:rPr>
              <w:t>finan</w:t>
            </w:r>
            <w:r w:rsidR="008D4507">
              <w:rPr>
                <w:rFonts w:ascii="Calibri" w:hAnsi="Calibri" w:cs="Calibri"/>
                <w:i/>
              </w:rPr>
              <w:t>ț</w:t>
            </w:r>
            <w:r w:rsidR="004309DB" w:rsidRPr="004654E0">
              <w:rPr>
                <w:rFonts w:ascii="Calibri" w:hAnsi="Calibri" w:cs="Calibri"/>
                <w:i/>
              </w:rPr>
              <w:t>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din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fonduri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publice,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5-a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Devizul</w:t>
            </w:r>
            <w:r w:rsidRPr="004654E0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 xml:space="preserve">general si devizul pe obiect, </w:t>
            </w:r>
            <w:r w:rsidRPr="004654E0">
              <w:rPr>
                <w:rFonts w:ascii="Calibri" w:hAnsi="Calibri" w:cs="Calibri"/>
              </w:rPr>
              <w:t>inclusiv conform Metodologiei prezentate in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6 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lastRenderedPageBreak/>
              <w:t>respecta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modelul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7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907/2016?</w:t>
            </w:r>
          </w:p>
          <w:p w:rsidR="00931D5E" w:rsidRPr="004654E0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con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costuri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aferente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tuturor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iilor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cuprinse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SF?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4654E0" w:rsidRDefault="00931D5E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D6FA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Devizele pe Obiect sunt întocmite conform pe modelul din anexa 8 la HG 907/2016?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4654E0" w:rsidRDefault="00BD6FA5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piesele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desenate</w:t>
            </w:r>
            <w:r w:rsidRPr="004654E0">
              <w:rPr>
                <w:rFonts w:ascii="Calibri" w:hAnsi="Calibri" w:cs="Calibri"/>
              </w:rPr>
              <w:t>, prezentate la scara relevanta in raport cu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caracteristicile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obiectivului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4309DB"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 xml:space="preserve">e la </w:t>
            </w:r>
            <w:r w:rsidR="00100A2C">
              <w:rPr>
                <w:rFonts w:ascii="Calibri" w:hAnsi="Calibri" w:cs="Calibri"/>
              </w:rPr>
              <w:t>secțiune</w:t>
            </w:r>
            <w:r w:rsidR="004309DB"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</w:rPr>
              <w:t xml:space="preserve"> B </w:t>
            </w:r>
            <w:r w:rsidRPr="004654E0">
              <w:rPr>
                <w:rFonts w:ascii="Calibri" w:hAnsi="Calibri" w:cs="Calibri"/>
                <w:i/>
              </w:rPr>
              <w:t xml:space="preserve">Piese desenate, </w:t>
            </w:r>
            <w:r w:rsidRPr="004654E0">
              <w:rPr>
                <w:rFonts w:ascii="Calibri" w:hAnsi="Calibri" w:cs="Calibri"/>
              </w:rPr>
              <w:t>din 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4 </w:t>
            </w:r>
            <w:r w:rsidRPr="004654E0">
              <w:rPr>
                <w:rFonts w:ascii="Calibri" w:hAnsi="Calibri" w:cs="Calibri"/>
                <w:i/>
              </w:rPr>
              <w:t>Studiul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 Fezabilitate,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generale, </w:t>
            </w:r>
            <w:r w:rsidR="004309DB"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ade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4309DB"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iuni</w:t>
            </w:r>
            <w:r w:rsidRPr="004654E0">
              <w:rPr>
                <w:rFonts w:ascii="Calibri" w:hAnsi="Calibri" w:cs="Calibri"/>
              </w:rPr>
              <w:t xml:space="preserve"> caracteristice de 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volumetrii,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scheme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func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ionale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izometrice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sau</w:t>
            </w:r>
            <w:r w:rsidRPr="004654E0">
              <w:rPr>
                <w:rFonts w:ascii="Calibri" w:hAnsi="Calibri" w:cs="Calibri"/>
                <w:spacing w:val="61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planuri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generale,   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</w:rPr>
              <w:t>profile</w:t>
            </w:r>
            <w:proofErr w:type="spellEnd"/>
            <w:r w:rsidRPr="004654E0">
              <w:rPr>
                <w:rFonts w:ascii="Calibri" w:hAnsi="Calibri" w:cs="Calibri"/>
              </w:rPr>
              <w:t xml:space="preserve">   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longitudinale   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  </w:t>
            </w:r>
            <w:r w:rsidRPr="004654E0">
              <w:rPr>
                <w:rFonts w:ascii="Calibri" w:hAnsi="Calibri" w:cs="Calibri"/>
                <w:spacing w:val="31"/>
              </w:rPr>
              <w:t xml:space="preserve"> </w:t>
            </w:r>
            <w:r w:rsidRPr="004654E0">
              <w:rPr>
                <w:rFonts w:ascii="Calibri" w:hAnsi="Calibri" w:cs="Calibri"/>
              </w:rPr>
              <w:t>transversale</w:t>
            </w:r>
          </w:p>
          <w:p w:rsidR="00163AF4" w:rsidRPr="004654E0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caracteristice,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>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relevante,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referitoare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construcția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existent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menționat</w:t>
            </w:r>
            <w:r w:rsidRPr="004654E0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secțiune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B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Piese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desenate,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Anexei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5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Documentația</w:t>
            </w:r>
            <w:r w:rsidRPr="004654E0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avizare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a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lucrărilor</w:t>
            </w:r>
            <w:r w:rsidRPr="004654E0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de</w:t>
            </w:r>
            <w:r w:rsidRPr="004654E0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="00100A2C" w:rsidRPr="004654E0">
              <w:rPr>
                <w:rFonts w:ascii="Calibri" w:hAnsi="Calibri" w:cs="Calibri"/>
                <w:i/>
              </w:rPr>
              <w:t>intervenție</w:t>
            </w:r>
            <w:r w:rsidRPr="004654E0">
              <w:rPr>
                <w:rFonts w:ascii="Calibri" w:hAnsi="Calibri" w:cs="Calibri"/>
                <w:i/>
              </w:rPr>
              <w:t>,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HG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907/2016: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amplasare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zon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plan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situa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ie?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releveu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structura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22"/>
              </w:rPr>
              <w:t xml:space="preserve"> </w:t>
            </w:r>
            <w:r w:rsidRPr="004654E0">
              <w:rPr>
                <w:rFonts w:ascii="Calibri" w:hAnsi="Calibri" w:cs="Calibri"/>
              </w:rPr>
              <w:t>-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planuri,</w:t>
            </w:r>
          </w:p>
          <w:p w:rsidR="00163AF4" w:rsidRPr="004654E0" w:rsidRDefault="00163AF4" w:rsidP="004654E0">
            <w:pPr>
              <w:pStyle w:val="TableParagraph"/>
              <w:ind w:left="46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iuni,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fa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ade,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cotate?</w:t>
            </w:r>
          </w:p>
          <w:p w:rsidR="00163AF4" w:rsidRPr="004654E0" w:rsidRDefault="00100A2C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>
              <w:rPr>
                <w:rFonts w:ascii="Calibri" w:hAnsi="Calibri" w:cs="Calibri"/>
              </w:rPr>
              <w:t>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specifice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analiz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sintez</w:t>
            </w:r>
            <w:r>
              <w:rPr>
                <w:rFonts w:ascii="Calibri" w:hAnsi="Calibri" w:cs="Calibri"/>
              </w:rPr>
              <w:t>ă</w:t>
            </w:r>
            <w:r w:rsidR="00163AF4" w:rsidRPr="004654E0">
              <w:rPr>
                <w:rFonts w:ascii="Calibri" w:hAnsi="Calibri" w:cs="Calibri"/>
              </w:rPr>
              <w:t>,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cazul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iilor</w:t>
            </w:r>
            <w:r w:rsidR="00163AF4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pe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</w:t>
            </w:r>
            <w:r w:rsidR="00163AF4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i</w:t>
            </w:r>
            <w:r w:rsidR="00163AF4"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în zonele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163AF4" w:rsidRPr="004654E0">
              <w:rPr>
                <w:rFonts w:ascii="Calibri" w:hAnsi="Calibri" w:cs="Calibri"/>
              </w:rPr>
              <w:t>ie aferente?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Fiecare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din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pieselor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desenate</w:t>
            </w:r>
            <w:r w:rsidRPr="004654E0">
              <w:rPr>
                <w:rFonts w:ascii="Calibri" w:hAnsi="Calibri" w:cs="Calibri"/>
                <w:spacing w:val="14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3"/>
              </w:rPr>
              <w:t xml:space="preserve"> </w:t>
            </w:r>
            <w:r w:rsidRPr="004654E0">
              <w:rPr>
                <w:rFonts w:ascii="Calibri" w:hAnsi="Calibri" w:cs="Calibri"/>
              </w:rPr>
              <w:t>numerotata/codificata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si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prezint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un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conține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informațiile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În cazul în care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au fost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format scanat, 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 xml:space="preserve">au fost semnate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tampilate de</w:t>
            </w:r>
            <w:r w:rsidRPr="004654E0">
              <w:rPr>
                <w:rFonts w:ascii="Calibri" w:hAnsi="Calibri" w:cs="Calibri"/>
                <w:spacing w:val="60"/>
              </w:rPr>
              <w:t xml:space="preserve"> </w:t>
            </w:r>
            <w:r w:rsidRPr="004654E0">
              <w:rPr>
                <w:rFonts w:ascii="Calibri" w:hAnsi="Calibri" w:cs="Calibri"/>
              </w:rPr>
              <w:t>elaboratori: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 prezent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tuturor persoanelor nominalizate </w:t>
            </w:r>
            <w:r w:rsidR="00100A2C">
              <w:rPr>
                <w:rFonts w:ascii="Calibri" w:hAnsi="Calibri" w:cs="Calibri"/>
              </w:rPr>
              <w:t>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cartu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legale,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de: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/</w:t>
            </w:r>
            <w:r w:rsidRPr="004654E0">
              <w:rPr>
                <w:rFonts w:ascii="Calibri" w:hAnsi="Calibri" w:cs="Calibri"/>
                <w:spacing w:val="54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="00100A2C" w:rsidRPr="004654E0">
              <w:rPr>
                <w:rFonts w:ascii="Calibri" w:hAnsi="Calibri" w:cs="Calibri"/>
              </w:rPr>
              <w:t>eful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arhitect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drept</w:t>
            </w:r>
            <w:r w:rsidRPr="004654E0">
              <w:rPr>
                <w:rFonts w:ascii="Calibri" w:hAnsi="Calibri" w:cs="Calibri"/>
                <w:spacing w:val="16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5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tampila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17"/>
              </w:rPr>
              <w:t xml:space="preserve"> </w:t>
            </w:r>
            <w:r w:rsidRPr="004654E0">
              <w:rPr>
                <w:rFonts w:ascii="Calibri" w:hAnsi="Calibri" w:cs="Calibri"/>
              </w:rPr>
              <w:t>num</w:t>
            </w:r>
            <w:r w:rsidR="00100A2C">
              <w:rPr>
                <w:rFonts w:ascii="Calibri" w:hAnsi="Calibri" w:cs="Calibri"/>
              </w:rPr>
              <w:t>ăr de înregistrare î</w:t>
            </w:r>
            <w:r w:rsidRPr="004654E0">
              <w:rPr>
                <w:rFonts w:ascii="Calibri" w:hAnsi="Calibri" w:cs="Calibri"/>
              </w:rPr>
              <w:t>n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tabloul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național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TNA,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reglement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OAR</w:t>
            </w:r>
          </w:p>
          <w:p w:rsidR="00163AF4" w:rsidRPr="004654E0" w:rsidRDefault="00100A2C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proiectanții</w:t>
            </w:r>
            <w:r w:rsidR="00163AF4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de</w:t>
            </w:r>
            <w:r w:rsidR="00163AF4" w:rsidRPr="004654E0">
              <w:rPr>
                <w:rFonts w:ascii="Calibri" w:hAnsi="Calibri" w:cs="Calibri"/>
                <w:spacing w:val="-9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specialitate</w:t>
            </w:r>
          </w:p>
          <w:p w:rsidR="00163AF4" w:rsidRPr="004654E0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expertul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unde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</w:t>
            </w:r>
          </w:p>
          <w:p w:rsidR="00163AF4" w:rsidRPr="004654E0" w:rsidRDefault="00B3097E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163AF4" w:rsidRPr="004654E0">
              <w:rPr>
                <w:rFonts w:ascii="Calibri" w:hAnsi="Calibri" w:cs="Calibri"/>
              </w:rPr>
              <w:t>eful</w:t>
            </w:r>
            <w:r w:rsidR="00163AF4" w:rsidRPr="004654E0">
              <w:rPr>
                <w:rFonts w:ascii="Calibri" w:hAnsi="Calibri" w:cs="Calibri"/>
              </w:rPr>
              <w:tab/>
              <w:t>de</w:t>
            </w:r>
            <w:r w:rsidR="00163AF4" w:rsidRPr="004654E0">
              <w:rPr>
                <w:rFonts w:ascii="Calibri" w:hAnsi="Calibri" w:cs="Calibri"/>
              </w:rPr>
              <w:tab/>
              <w:t>proiect</w:t>
            </w:r>
            <w:r w:rsidR="00163AF4" w:rsidRPr="004654E0">
              <w:rPr>
                <w:rFonts w:ascii="Calibri" w:hAnsi="Calibri" w:cs="Calibri"/>
              </w:rPr>
              <w:tab/>
              <w:t>complex,</w:t>
            </w:r>
            <w:r w:rsidR="00163AF4" w:rsidRPr="004654E0">
              <w:rPr>
                <w:rFonts w:ascii="Calibri" w:hAnsi="Calibri" w:cs="Calibri"/>
              </w:rPr>
              <w:tab/>
              <w:t>expert/specialist,</w:t>
            </w:r>
            <w:r w:rsidR="00163AF4" w:rsidRPr="004654E0">
              <w:rPr>
                <w:rFonts w:ascii="Calibri" w:hAnsi="Calibri" w:cs="Calibri"/>
              </w:rPr>
              <w:tab/>
              <w:t>in</w:t>
            </w:r>
            <w:r w:rsidR="00163AF4" w:rsidRPr="004654E0">
              <w:rPr>
                <w:rFonts w:ascii="Calibri" w:hAnsi="Calibri" w:cs="Calibri"/>
              </w:rPr>
              <w:tab/>
            </w:r>
            <w:r w:rsidR="00163AF4" w:rsidRPr="004654E0">
              <w:rPr>
                <w:rFonts w:ascii="Calibri" w:hAnsi="Calibri" w:cs="Calibri"/>
                <w:spacing w:val="-1"/>
              </w:rPr>
              <w:t>cazul</w:t>
            </w:r>
            <w:r w:rsidR="00163AF4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monumentelor</w:t>
            </w:r>
            <w:r w:rsidR="00163AF4" w:rsidRPr="004654E0">
              <w:rPr>
                <w:rFonts w:ascii="Calibri" w:hAnsi="Calibri" w:cs="Calibri"/>
                <w:spacing w:val="-2"/>
              </w:rPr>
              <w:t xml:space="preserve"> </w:t>
            </w:r>
            <w:r w:rsidR="00163AF4" w:rsidRPr="004654E0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163AF4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4654E0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39"/>
              </w:rPr>
              <w:t xml:space="preserve"> </w:t>
            </w:r>
            <w:r w:rsidRPr="004654E0">
              <w:rPr>
                <w:rFonts w:ascii="Calibri" w:hAnsi="Calibri" w:cs="Calibri"/>
              </w:rPr>
              <w:t>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43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devierile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3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40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proprietarii/operatorii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lor,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dac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cazul?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4654E0" w:rsidRDefault="00163AF4" w:rsidP="00163AF4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Exista </w:t>
            </w:r>
            <w:r w:rsidR="00100A2C" w:rsidRPr="004654E0">
              <w:rPr>
                <w:rFonts w:ascii="Calibri" w:hAnsi="Calibri" w:cs="Calibri"/>
              </w:rPr>
              <w:t>semnătura</w:t>
            </w:r>
            <w:r w:rsidRPr="004654E0">
              <w:rPr>
                <w:rFonts w:ascii="Calibri" w:hAnsi="Calibri" w:cs="Calibri"/>
              </w:rPr>
              <w:t xml:space="preserve">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expertului tehnic atestat MLPAT care a realizat  expertiza pe documentele (scrise si desenate) ale </w:t>
            </w:r>
            <w:r w:rsidR="00100A2C" w:rsidRPr="004654E0">
              <w:rPr>
                <w:rFonts w:ascii="Calibri" w:hAnsi="Calibri" w:cs="Calibri"/>
              </w:rPr>
              <w:t>specialității</w:t>
            </w:r>
            <w:r w:rsidRPr="004654E0">
              <w:rPr>
                <w:rFonts w:ascii="Calibri" w:hAnsi="Calibri" w:cs="Calibri"/>
              </w:rPr>
              <w:t xml:space="preserve"> de rezistenta pentru partea de DALI? acestea pot fi asimilate cu </w:t>
            </w:r>
            <w:r w:rsidR="00100A2C">
              <w:rPr>
                <w:rFonts w:ascii="Calibri" w:hAnsi="Calibri" w:cs="Calibri"/>
              </w:rPr>
              <w:t>plan</w:t>
            </w:r>
            <w:r w:rsidR="00B3097E">
              <w:rPr>
                <w:rFonts w:ascii="Calibri" w:hAnsi="Calibri" w:cs="Calibri"/>
              </w:rPr>
              <w:t>ș</w:t>
            </w:r>
            <w:r w:rsidR="00100A2C">
              <w:rPr>
                <w:rFonts w:ascii="Calibri" w:hAnsi="Calibri" w:cs="Calibri"/>
              </w:rPr>
              <w:t>e</w:t>
            </w:r>
            <w:r w:rsidRPr="004654E0">
              <w:rPr>
                <w:rFonts w:ascii="Calibri" w:hAnsi="Calibri" w:cs="Calibri"/>
              </w:rPr>
              <w:t xml:space="preserve">le cu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existenta 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="00100A2C" w:rsidRPr="004654E0">
              <w:rPr>
                <w:rFonts w:ascii="Calibri" w:hAnsi="Calibri" w:cs="Calibri"/>
              </w:rPr>
              <w:t>soluția</w:t>
            </w:r>
            <w:r w:rsidRPr="004654E0">
              <w:rPr>
                <w:rFonts w:ascii="Calibri" w:hAnsi="Calibri" w:cs="Calibri"/>
              </w:rPr>
              <w:t xml:space="preserve">  propusa, daca exista, parte a expertizei tehnice.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</w:t>
            </w:r>
            <w:r w:rsidRPr="004654E0">
              <w:rPr>
                <w:rFonts w:ascii="Calibri" w:hAnsi="Calibri" w:cs="Calibri"/>
              </w:rPr>
              <w:t xml:space="preserve"> cu </w:t>
            </w:r>
            <w:r w:rsidRPr="004654E0">
              <w:rPr>
                <w:rFonts w:ascii="Calibri" w:hAnsi="Calibri" w:cs="Calibri"/>
              </w:rPr>
              <w:lastRenderedPageBreak/>
              <w:t>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Exista semn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tura si stampila (sau varianta electronica a acestora </w:t>
            </w:r>
            <w:r w:rsidR="00100A2C" w:rsidRPr="004654E0">
              <w:rPr>
                <w:rFonts w:ascii="Calibri" w:hAnsi="Calibri" w:cs="Calibri"/>
              </w:rPr>
              <w:t>conform</w:t>
            </w:r>
            <w:r w:rsidRPr="004654E0">
              <w:rPr>
                <w:rFonts w:ascii="Calibri" w:hAnsi="Calibri" w:cs="Calibri"/>
              </w:rPr>
              <w:t xml:space="preserve"> prevederi legale) a verificatorilor de proiecte </w:t>
            </w:r>
            <w:r w:rsidR="00100A2C" w:rsidRPr="004654E0">
              <w:rPr>
                <w:rFonts w:ascii="Calibri" w:hAnsi="Calibri" w:cs="Calibri"/>
              </w:rPr>
              <w:t>atestați</w:t>
            </w:r>
            <w:r w:rsidRPr="004654E0">
              <w:rPr>
                <w:rFonts w:ascii="Calibri" w:hAnsi="Calibri" w:cs="Calibri"/>
              </w:rPr>
              <w:t xml:space="preserve"> MLPAT pe documentele (scrise si desenate) ale</w:t>
            </w:r>
            <w:r w:rsidR="00100A2C">
              <w:rPr>
                <w:rFonts w:ascii="Calibri" w:hAnsi="Calibri" w:cs="Calibri"/>
              </w:rPr>
              <w:t xml:space="preserve"> </w:t>
            </w:r>
            <w:r w:rsidR="00100A2C" w:rsidRPr="004654E0">
              <w:rPr>
                <w:rFonts w:ascii="Calibri" w:hAnsi="Calibri" w:cs="Calibri"/>
              </w:rPr>
              <w:t>părții</w:t>
            </w:r>
            <w:r w:rsidRPr="004654E0">
              <w:rPr>
                <w:rFonts w:ascii="Calibri" w:hAnsi="Calibri" w:cs="Calibri"/>
              </w:rPr>
              <w:t xml:space="preserve"> de  DALI si referatele de verificare?  </w:t>
            </w:r>
            <w:r w:rsidR="00100A2C" w:rsidRPr="004654E0">
              <w:rPr>
                <w:rFonts w:ascii="Calibri" w:hAnsi="Calibri" w:cs="Calibri"/>
              </w:rPr>
              <w:t>cerința</w:t>
            </w:r>
            <w:r w:rsidRPr="004654E0">
              <w:rPr>
                <w:rFonts w:ascii="Calibri" w:hAnsi="Calibri" w:cs="Calibri"/>
              </w:rPr>
              <w:t xml:space="preserve"> este formulata in conf</w:t>
            </w:r>
            <w:r w:rsidR="00100A2C">
              <w:rPr>
                <w:rFonts w:ascii="Calibri" w:hAnsi="Calibri" w:cs="Calibri"/>
              </w:rPr>
              <w:t>ormitate</w:t>
            </w:r>
            <w:r w:rsidRPr="004654E0">
              <w:rPr>
                <w:rFonts w:ascii="Calibri" w:hAnsi="Calibri" w:cs="Calibri"/>
              </w:rPr>
              <w:t xml:space="preserve"> cu prevederile HG742 din 2018.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 o descriere a 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rilor de </w:t>
            </w:r>
            <w:r w:rsidRPr="004654E0">
              <w:rPr>
                <w:rFonts w:ascii="Calibri" w:hAnsi="Calibri" w:cs="Calibri"/>
                <w:b/>
              </w:rPr>
              <w:t xml:space="preserve">organizare de </w:t>
            </w:r>
            <w:r w:rsidR="00B3097E">
              <w:rPr>
                <w:rFonts w:ascii="Calibri" w:hAnsi="Calibri" w:cs="Calibri"/>
                <w:b/>
              </w:rPr>
              <w:t>ș</w:t>
            </w:r>
            <w:r w:rsidR="00100A2C" w:rsidRPr="004654E0">
              <w:rPr>
                <w:rFonts w:ascii="Calibri" w:hAnsi="Calibri" w:cs="Calibri"/>
                <w:b/>
              </w:rPr>
              <w:t>antier</w:t>
            </w:r>
            <w:r w:rsidRPr="004654E0">
              <w:rPr>
                <w:rFonts w:ascii="Calibri" w:hAnsi="Calibri" w:cs="Calibri"/>
                <w:b/>
              </w:rPr>
              <w:t xml:space="preserve"> </w:t>
            </w:r>
            <w:r w:rsidRPr="004654E0">
              <w:rPr>
                <w:rFonts w:ascii="Calibri" w:hAnsi="Calibri" w:cs="Calibri"/>
              </w:rPr>
              <w:t>(descriere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sumar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 demol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ri, devieri de 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ele, 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i de acces provizorii, alimentare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energie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electric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telecomunica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etc)?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privind imunizarea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climatice, elaborat în conformitate cu cerin</w:t>
            </w:r>
            <w:r w:rsidR="008D450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ele din Comunicarea Comisiei Europene privind Orient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tehnice referitoare la imunizarea infrastructurii la schimb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 climatice în perioada 2021-2027 publicate la 16 septembrie 2021 (2021/C 373/01):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, sunt prezentate:</w:t>
            </w:r>
          </w:p>
          <w:p w:rsidR="00E46395" w:rsidRPr="004654E0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Se prezinta evaluarea impactului proiectului asupra emisiilor de GES. Dac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p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roiectul nu necesit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u w:val="single"/>
                <w:lang w:val="ro-RO"/>
              </w:rPr>
              <w:t xml:space="preserve"> o evaluare 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a amprentei de carbon, este  prezinta analiza aferent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 în mod succint într-o declara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ie privind examinarea neutralit</w:t>
            </w:r>
            <w:r w:rsidR="00100A2C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ă</w:t>
            </w:r>
            <w:r w:rsidR="008D4507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ii climatice.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</w:t>
            </w:r>
            <w:r w:rsidR="00100A2C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evaluare a amprentei de carbon),  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:rsidR="00E46395" w:rsidRPr="004654E0" w:rsidRDefault="00E46395" w:rsidP="00E46395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o evaluare a amprentei de carbon, sunt descrise: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iei.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 dintre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cu proiect si situa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ia f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r</w:t>
            </w:r>
            <w:r w:rsidR="00100A2C">
              <w:rPr>
                <w:rFonts w:ascii="Calibri" w:hAnsi="Calibri" w:cs="Calibri"/>
                <w:sz w:val="22"/>
                <w:szCs w:val="22"/>
                <w:lang w:val="ro-RO"/>
              </w:rPr>
              <w:t>ă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proiect/scenariul de referin</w:t>
            </w:r>
            <w:r w:rsidR="008D4507">
              <w:rPr>
                <w:rFonts w:ascii="Calibri" w:hAnsi="Calibri" w:cs="Calibri"/>
                <w:sz w:val="22"/>
                <w:szCs w:val="22"/>
                <w:lang w:val="ro-RO"/>
              </w:rPr>
              <w:t>ț</w:t>
            </w:r>
            <w:r w:rsidRPr="004654E0">
              <w:rPr>
                <w:rFonts w:ascii="Calibri" w:hAnsi="Calibri" w:cs="Calibri"/>
                <w:sz w:val="22"/>
                <w:szCs w:val="22"/>
                <w:lang w:val="ro-RO"/>
              </w:rPr>
              <w:t>a).</w:t>
            </w:r>
          </w:p>
          <w:p w:rsidR="00E46395" w:rsidRPr="004654E0" w:rsidRDefault="00E46395" w:rsidP="00E46395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654E0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 (a)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ind w:left="397" w:hanging="454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 xml:space="preserve">Analiza de </w:t>
            </w:r>
            <w:proofErr w:type="spellStart"/>
            <w:r w:rsidRPr="004654E0">
              <w:rPr>
                <w:rFonts w:ascii="Calibri" w:hAnsi="Calibri" w:cs="Calibri"/>
                <w:i/>
                <w:color w:val="000000"/>
              </w:rPr>
              <w:t>senzitivitate</w:t>
            </w:r>
            <w:proofErr w:type="spellEnd"/>
            <w:r w:rsidRPr="004654E0">
              <w:rPr>
                <w:rFonts w:ascii="Calibri" w:hAnsi="Calibri" w:cs="Calibri"/>
                <w:color w:val="000000"/>
              </w:rPr>
              <w:t xml:space="preserve"> ( identificarea riscurilor climatice care sunt relevante pentru </w:t>
            </w:r>
            <w:r w:rsidRPr="004654E0">
              <w:rPr>
                <w:rFonts w:ascii="Calibri" w:hAnsi="Calibri" w:cs="Calibri"/>
                <w:i/>
                <w:color w:val="000000"/>
              </w:rPr>
              <w:t>tipul</w:t>
            </w:r>
            <w:r w:rsidRPr="004654E0">
              <w:rPr>
                <w:rFonts w:ascii="Calibri" w:hAnsi="Calibri" w:cs="Calibri"/>
                <w:color w:val="000000"/>
              </w:rPr>
              <w:t xml:space="preserve"> respectiv de proiect, indiferent de localizarea acestuia)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Evaluarea expunerii la riscuri( identificarea riscurilor care sunt relevante pentru loca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ia proiectului)</w:t>
            </w:r>
          </w:p>
          <w:p w:rsidR="00E46395" w:rsidRPr="004654E0" w:rsidRDefault="00E46395" w:rsidP="00E46395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432" w:hanging="432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Analiza de vulnerabilitate( identificarea poten</w:t>
            </w:r>
            <w:r w:rsidR="008D4507">
              <w:rPr>
                <w:rFonts w:ascii="Calibri" w:hAnsi="Calibri" w:cs="Calibri"/>
                <w:b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ialelor riscuri semnificative)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4639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II. Adaptarea (rezilien</w:t>
            </w:r>
            <w:r w:rsidR="008D4507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ț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 la schimb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rile climatice);(b)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2.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 risc - Analiza detaliat</w:t>
            </w:r>
            <w:r w:rsidR="00100A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ă</w:t>
            </w:r>
            <w:r w:rsidRPr="004654E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depinde de rezultatul fazei de examinare, sunt prezentate:</w:t>
            </w:r>
          </w:p>
          <w:p w:rsidR="00E46395" w:rsidRPr="004309DB" w:rsidRDefault="00E4639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Probabilitatea( probabilitatea ca riscurile climatice identificate sa aib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loc in timpul duratei de via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a proiectului)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4654E0" w:rsidRDefault="00E46395" w:rsidP="00E46395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Impactul ( analizeaz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 consecin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>ele în cazul în care apare pericolul climatic identificat)</w:t>
            </w:r>
          </w:p>
          <w:p w:rsidR="00E87F85" w:rsidRPr="00E46395" w:rsidRDefault="00E87F85" w:rsidP="004A342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color w:val="000000"/>
              </w:rPr>
            </w:pPr>
            <w:r w:rsidRPr="004654E0">
              <w:rPr>
                <w:rFonts w:ascii="Calibri" w:hAnsi="Calibri" w:cs="Calibri"/>
                <w:i/>
                <w:color w:val="000000"/>
              </w:rPr>
              <w:t>Riscul (identifica riscurile poten</w:t>
            </w:r>
            <w:r w:rsidR="008D4507">
              <w:rPr>
                <w:rFonts w:ascii="Calibri" w:hAnsi="Calibri" w:cs="Calibri"/>
                <w:i/>
                <w:color w:val="000000"/>
              </w:rPr>
              <w:t>ț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iale cele mai semnificative </w:t>
            </w:r>
            <w:r w:rsidR="00B3097E">
              <w:rPr>
                <w:rFonts w:ascii="Calibri" w:hAnsi="Calibri" w:cs="Calibri"/>
                <w:i/>
                <w:color w:val="000000"/>
              </w:rPr>
              <w:t>ș</w:t>
            </w:r>
            <w:r w:rsidRPr="004654E0">
              <w:rPr>
                <w:rFonts w:ascii="Calibri" w:hAnsi="Calibri" w:cs="Calibri"/>
                <w:i/>
                <w:color w:val="000000"/>
              </w:rPr>
              <w:t xml:space="preserve">i cele în care 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E46395">
              <w:rPr>
                <w:rFonts w:ascii="Calibri" w:hAnsi="Calibri" w:cs="Calibri"/>
                <w:i/>
                <w:color w:val="000000"/>
              </w:rPr>
              <w:t>trebuie luate m</w:t>
            </w:r>
            <w:r w:rsidR="00100A2C">
              <w:rPr>
                <w:rFonts w:ascii="Calibri" w:hAnsi="Calibri" w:cs="Calibri"/>
                <w:i/>
                <w:color w:val="000000"/>
              </w:rPr>
              <w:t>ă</w:t>
            </w:r>
            <w:r w:rsidRPr="00E46395">
              <w:rPr>
                <w:rFonts w:ascii="Calibri" w:hAnsi="Calibri" w:cs="Calibri"/>
                <w:i/>
                <w:color w:val="000000"/>
              </w:rPr>
              <w:t>suri de adaptare)</w:t>
            </w:r>
          </w:p>
          <w:p w:rsidR="00E87F85" w:rsidRPr="004654E0" w:rsidRDefault="00E87F85" w:rsidP="004309DB">
            <w:pPr>
              <w:pStyle w:val="ListParagraph"/>
              <w:numPr>
                <w:ilvl w:val="0"/>
                <w:numId w:val="17"/>
              </w:numPr>
              <w:ind w:left="480"/>
              <w:jc w:val="both"/>
              <w:rPr>
                <w:rFonts w:ascii="Calibri" w:hAnsi="Calibri" w:cs="Calibri"/>
                <w:i/>
                <w:color w:val="000000"/>
              </w:rPr>
            </w:pPr>
            <w:r w:rsidRPr="004654E0">
              <w:rPr>
                <w:rFonts w:ascii="Calibri" w:hAnsi="Calibri" w:cs="Calibri"/>
                <w:b/>
                <w:i/>
                <w:color w:val="000000"/>
              </w:rPr>
              <w:t>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(Pentru fiecare risc semnificativ identificat, ar trebui evaluate m</w:t>
            </w:r>
            <w:r w:rsidR="00100A2C">
              <w:rPr>
                <w:rFonts w:ascii="Calibri" w:hAnsi="Calibri" w:cs="Calibri"/>
                <w:b/>
                <w:i/>
                <w:color w:val="000000"/>
              </w:rPr>
              <w:t>ă</w:t>
            </w:r>
            <w:r w:rsidRPr="004654E0">
              <w:rPr>
                <w:rFonts w:ascii="Calibri" w:hAnsi="Calibri" w:cs="Calibri"/>
                <w:b/>
                <w:i/>
                <w:color w:val="000000"/>
              </w:rPr>
              <w:t>suri de adaptare specifice)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Documenta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ia </w:t>
            </w:r>
            <w:proofErr w:type="spellStart"/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tehnico</w:t>
            </w:r>
            <w:proofErr w:type="spellEnd"/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-economica 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reflecta masurile de imunizare la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schimbările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climatice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prevăzute</w:t>
            </w:r>
            <w:r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in raportul </w:t>
            </w:r>
            <w:r w:rsidR="00100A2C" w:rsidRPr="004654E0">
              <w:rPr>
                <w:rFonts w:ascii="Calibri" w:eastAsia="Trebuchet MS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întocmit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 xml:space="preserve"> conform cerin</w:t>
            </w:r>
            <w:r w:rsidR="008D4507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ț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elor din Comunicarea Comisiei Europene privind Orient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tehnice referitoare la imunizarea infrastructurii la schimb</w:t>
            </w:r>
            <w:r w:rsidR="00100A2C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ă</w:t>
            </w:r>
            <w:r w:rsidRPr="004654E0">
              <w:rPr>
                <w:rFonts w:ascii="Calibri" w:eastAsia="Trebuchet MS" w:hAnsi="Calibri" w:cs="Calibri"/>
                <w:color w:val="000000"/>
                <w:sz w:val="22"/>
                <w:szCs w:val="22"/>
                <w:lang w:eastAsia="en-US"/>
              </w:rPr>
              <w:t>rile climatice în perioada 2021-2027 publicate la 16 septembrie 2021 (2021/C 373/01).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  <w:r w:rsidRPr="004654E0">
              <w:rPr>
                <w:b/>
                <w:sz w:val="18"/>
              </w:rPr>
              <w:t>II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b/>
                <w:sz w:val="20"/>
              </w:rPr>
            </w:pPr>
            <w:r w:rsidRPr="004654E0">
              <w:rPr>
                <w:b/>
                <w:sz w:val="20"/>
              </w:rPr>
              <w:t>CRITERII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SPECIFICE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PRIVIND</w:t>
            </w:r>
            <w:r w:rsidRPr="004654E0">
              <w:rPr>
                <w:b/>
                <w:spacing w:val="-4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ASPECTELE</w:t>
            </w:r>
            <w:r w:rsidRPr="004654E0">
              <w:rPr>
                <w:b/>
                <w:spacing w:val="-5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CALITATIVE</w:t>
            </w:r>
            <w:r w:rsidRPr="004654E0">
              <w:rPr>
                <w:b/>
                <w:spacing w:val="-2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ALE</w:t>
            </w:r>
            <w:r w:rsidRPr="004654E0">
              <w:rPr>
                <w:b/>
                <w:spacing w:val="-3"/>
                <w:sz w:val="20"/>
              </w:rPr>
              <w:t xml:space="preserve"> </w:t>
            </w:r>
            <w:r w:rsidRPr="004654E0">
              <w:rPr>
                <w:b/>
                <w:sz w:val="20"/>
              </w:rPr>
              <w:t>S.F.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</w:rPr>
            </w:pPr>
            <w:r w:rsidRPr="004654E0">
              <w:rPr>
                <w:rFonts w:ascii="Calibri" w:hAnsi="Calibri" w:cs="Calibri"/>
              </w:rPr>
              <w:t xml:space="preserve">Exista o corespondenta intre obiectele de </w:t>
            </w:r>
            <w:r w:rsidR="004309DB" w:rsidRPr="004654E0">
              <w:rPr>
                <w:rFonts w:ascii="Calibri" w:hAnsi="Calibri" w:cs="Calibri"/>
              </w:rPr>
              <w:t>investi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ie</w:t>
            </w:r>
            <w:r w:rsidRPr="004654E0">
              <w:rPr>
                <w:rFonts w:ascii="Calibri" w:hAnsi="Calibri" w:cs="Calibri"/>
              </w:rPr>
              <w:t xml:space="preserve"> (inclusiv tipurile 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4309DB" w:rsidRPr="004654E0">
              <w:rPr>
                <w:rFonts w:ascii="Calibri" w:hAnsi="Calibri" w:cs="Calibri"/>
              </w:rPr>
              <w:t>luc</w:t>
            </w:r>
            <w:r w:rsidR="004309DB">
              <w:rPr>
                <w:rFonts w:ascii="Calibri" w:hAnsi="Calibri" w:cs="Calibri"/>
              </w:rPr>
              <w:t>r</w:t>
            </w:r>
            <w:r w:rsidR="00100A2C">
              <w:rPr>
                <w:rFonts w:ascii="Calibri" w:hAnsi="Calibri" w:cs="Calibri"/>
              </w:rPr>
              <w:t>ă</w:t>
            </w:r>
            <w:r w:rsidR="004309DB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 xml:space="preserve"> de </w:t>
            </w:r>
            <w:r w:rsidR="004309DB"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="004309DB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propuse, </w:t>
            </w:r>
            <w:r w:rsidR="004309DB" w:rsidRPr="004654E0">
              <w:rPr>
                <w:rFonts w:ascii="Calibri" w:hAnsi="Calibri" w:cs="Calibri"/>
              </w:rPr>
              <w:t>dot</w:t>
            </w:r>
            <w:r w:rsidR="00100A2C">
              <w:rPr>
                <w:rFonts w:ascii="Calibri" w:hAnsi="Calibri" w:cs="Calibri"/>
              </w:rPr>
              <w:t>ă</w:t>
            </w:r>
            <w:r w:rsidR="004309DB" w:rsidRPr="004654E0">
              <w:rPr>
                <w:rFonts w:ascii="Calibri" w:hAnsi="Calibri" w:cs="Calibri"/>
              </w:rPr>
              <w:t>ri</w:t>
            </w:r>
            <w:r w:rsidRPr="004654E0">
              <w:rPr>
                <w:rFonts w:ascii="Calibri" w:hAnsi="Calibri" w:cs="Calibri"/>
              </w:rPr>
              <w:t>, etc.) din cadrul SF si cele descrise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cererea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specifica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descrieri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ile: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arhitectur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rezisten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instala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exterioare,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edilitare,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componente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artistice,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sistematizare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vertical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amenaj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 xml:space="preserve">ri </w:t>
            </w:r>
            <w:proofErr w:type="spellStart"/>
            <w:r w:rsidRPr="004654E0">
              <w:rPr>
                <w:rFonts w:ascii="Calibri" w:hAnsi="Calibri" w:cs="Calibri"/>
              </w:rPr>
              <w:t>peisagere</w:t>
            </w:r>
            <w:proofErr w:type="spellEnd"/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design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interior,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b/>
              </w:rPr>
              <w:t>Graficul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implementare</w:t>
            </w:r>
            <w:r w:rsidRPr="004654E0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a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obiectivului</w:t>
            </w:r>
            <w:r w:rsidRPr="004654E0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de</w:t>
            </w:r>
            <w:r w:rsidRPr="004654E0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  <w:b/>
              </w:rPr>
              <w:t>investi</w:t>
            </w:r>
            <w:r w:rsidR="008D4507">
              <w:rPr>
                <w:rFonts w:ascii="Calibri" w:hAnsi="Calibri" w:cs="Calibri"/>
                <w:b/>
              </w:rPr>
              <w:t>ț</w:t>
            </w:r>
            <w:r w:rsidRPr="004654E0">
              <w:rPr>
                <w:rFonts w:ascii="Calibri" w:hAnsi="Calibri" w:cs="Calibri"/>
                <w:b/>
              </w:rPr>
              <w:t>iei</w:t>
            </w:r>
            <w:r w:rsidRPr="004654E0">
              <w:rPr>
                <w:rFonts w:ascii="Calibri" w:hAnsi="Calibri" w:cs="Calibri"/>
              </w:rPr>
              <w:t>: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cu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cel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prezentat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cadrul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este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corect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estimat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ca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</w:t>
            </w:r>
            <w:r w:rsidRPr="004654E0">
              <w:rPr>
                <w:rFonts w:ascii="Calibri" w:hAnsi="Calibri" w:cs="Calibri"/>
                <w:spacing w:val="29"/>
              </w:rPr>
              <w:t xml:space="preserve"> </w:t>
            </w:r>
            <w:r w:rsidRPr="004654E0">
              <w:rPr>
                <w:rFonts w:ascii="Calibri" w:hAnsi="Calibri" w:cs="Calibri"/>
              </w:rPr>
              <w:t>perioada</w:t>
            </w:r>
            <w:r w:rsidRPr="004654E0">
              <w:rPr>
                <w:rFonts w:ascii="Calibri" w:hAnsi="Calibri" w:cs="Calibri"/>
                <w:spacing w:val="28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27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realizare</w:t>
            </w:r>
            <w:r w:rsidRPr="004654E0">
              <w:rPr>
                <w:rFonts w:ascii="Calibri" w:hAnsi="Calibri" w:cs="Calibri"/>
                <w:spacing w:val="30"/>
              </w:rPr>
              <w:t xml:space="preserve"> </w:t>
            </w:r>
            <w:r w:rsidRPr="004654E0">
              <w:rPr>
                <w:rFonts w:ascii="Calibri" w:hAnsi="Calibri" w:cs="Calibri"/>
              </w:rPr>
              <w:t>(conform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tehnologiilor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ie,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etc.)?</w:t>
            </w:r>
          </w:p>
          <w:p w:rsidR="00E87F85" w:rsidRPr="004654E0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termenele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limit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ale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programului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finan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are?</w:t>
            </w:r>
          </w:p>
          <w:p w:rsidR="00E87F85" w:rsidRPr="004654E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  <w:i/>
              </w:rPr>
              <w:t>(se va avea în vedere ca termenul limit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 xml:space="preserve"> de implementare a proiectului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nu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poate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  <w:i/>
              </w:rPr>
              <w:t>dep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="00B3097E">
              <w:rPr>
                <w:rFonts w:ascii="Calibri" w:hAnsi="Calibri" w:cs="Calibri"/>
                <w:i/>
              </w:rPr>
              <w:t>ș</w:t>
            </w:r>
            <w:r w:rsidR="00C73212" w:rsidRPr="004654E0">
              <w:rPr>
                <w:rFonts w:ascii="Calibri" w:hAnsi="Calibri" w:cs="Calibri"/>
                <w:i/>
              </w:rPr>
              <w:t>i</w:t>
            </w:r>
            <w:r w:rsidRPr="004654E0">
              <w:rPr>
                <w:rFonts w:ascii="Calibri" w:hAnsi="Calibri" w:cs="Calibri"/>
                <w:i/>
              </w:rPr>
              <w:t xml:space="preserve"> termenul prev</w:t>
            </w:r>
            <w:r w:rsidR="00100A2C">
              <w:rPr>
                <w:rFonts w:ascii="Calibri" w:hAnsi="Calibri" w:cs="Calibri"/>
                <w:i/>
              </w:rPr>
              <w:t>ă</w:t>
            </w:r>
            <w:r w:rsidRPr="004654E0">
              <w:rPr>
                <w:rFonts w:ascii="Calibri" w:hAnsi="Calibri" w:cs="Calibri"/>
                <w:i/>
              </w:rPr>
              <w:t>zut în documentele de programare:</w:t>
            </w:r>
            <w:r w:rsidRPr="004654E0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  <w:i/>
              </w:rPr>
              <w:t>31.dec.2029</w:t>
            </w:r>
            <w:r w:rsidRPr="004654E0">
              <w:rPr>
                <w:i/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Documentele anexate la cererea de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 xml:space="preserve"> care </w:t>
            </w:r>
            <w:r w:rsidR="00100A2C" w:rsidRPr="004654E0">
              <w:rPr>
                <w:rFonts w:ascii="Calibri" w:hAnsi="Calibri" w:cs="Calibri"/>
              </w:rPr>
              <w:t>demonstrează</w:t>
            </w:r>
            <w:r w:rsidRPr="004654E0">
              <w:rPr>
                <w:rFonts w:ascii="Calibri" w:hAnsi="Calibri" w:cs="Calibri"/>
              </w:rPr>
              <w:t xml:space="preserve"> dreptul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solicitantului/partenerilor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executa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sunt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cuprinz</w:t>
            </w:r>
            <w:r w:rsidR="00100A2C">
              <w:rPr>
                <w:rFonts w:ascii="Calibri" w:hAnsi="Calibri" w:cs="Calibri"/>
              </w:rPr>
              <w:t>ă</w:t>
            </w:r>
            <w:r w:rsidR="00C73212" w:rsidRPr="004654E0">
              <w:rPr>
                <w:rFonts w:ascii="Calibri" w:hAnsi="Calibri" w:cs="Calibri"/>
              </w:rPr>
              <w:t>toare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fata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propuse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fi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realizate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proiect?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b/>
                <w:sz w:val="18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studiile,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analizele,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rapoartele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specialitate,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necesare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fundament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diferitelor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tipuri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pentru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toate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specialit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ile,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luându-se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calcul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inclusiv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scenariile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recomandate prin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acestea</w:t>
            </w:r>
            <w:r w:rsidRPr="004654E0">
              <w:rPr>
                <w:rFonts w:ascii="Calibri" w:hAnsi="Calibri" w:cs="Calibri"/>
                <w:spacing w:val="5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  <w:p w:rsidR="00E87F85" w:rsidRPr="004654E0" w:rsidRDefault="00C73212" w:rsidP="004A342B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Lucr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rile</w:t>
            </w:r>
            <w:r w:rsidR="00E87F85" w:rsidRPr="004654E0">
              <w:rPr>
                <w:rFonts w:ascii="Calibri" w:hAnsi="Calibri" w:cs="Calibri"/>
              </w:rPr>
              <w:t xml:space="preserve"> de </w:t>
            </w:r>
            <w:r w:rsidRPr="004654E0">
              <w:rPr>
                <w:rFonts w:ascii="Calibri" w:hAnsi="Calibri" w:cs="Calibri"/>
              </w:rPr>
              <w:t>interven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</w:t>
            </w:r>
            <w:r w:rsidR="00E87F85" w:rsidRPr="004654E0">
              <w:rPr>
                <w:rFonts w:ascii="Calibri" w:hAnsi="Calibri" w:cs="Calibri"/>
              </w:rPr>
              <w:t xml:space="preserve"> propuse la </w:t>
            </w:r>
            <w:r w:rsidRPr="004654E0">
              <w:rPr>
                <w:rFonts w:ascii="Calibri" w:hAnsi="Calibri" w:cs="Calibri"/>
              </w:rPr>
              <w:t>construc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existente s-au elaborat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pe baza concluziilor raportului de expertiz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tehnic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, si (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caz) a</w:t>
            </w:r>
            <w:r w:rsidR="00E87F85"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 energetic, luându-se în calcul inclusiv scenariul recomandat de</w:t>
            </w:r>
            <w:r w:rsidR="00E87F85" w:rsidRPr="004654E0">
              <w:rPr>
                <w:rFonts w:ascii="Calibri" w:hAnsi="Calibri" w:cs="Calibri"/>
                <w:spacing w:val="-58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tre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elaboratorul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expertizei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tehnice,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respectiv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auditului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energetic?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Times New Roman" w:hAnsi="Times New Roman"/>
                <w:sz w:val="18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b/>
                <w:sz w:val="18"/>
              </w:rPr>
            </w:pPr>
          </w:p>
        </w:tc>
      </w:tr>
      <w:tr w:rsidR="00E87F85" w:rsidRPr="004654E0" w:rsidTr="004A342B">
        <w:trPr>
          <w:trHeight w:val="1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Proiectul</w:t>
            </w:r>
            <w:r w:rsidRPr="004654E0">
              <w:rPr>
                <w:rFonts w:ascii="Calibri" w:hAnsi="Calibri" w:cs="Calibri"/>
                <w:spacing w:val="-7"/>
              </w:rPr>
              <w:t xml:space="preserve"> </w:t>
            </w:r>
            <w:r w:rsidRPr="004654E0">
              <w:rPr>
                <w:rFonts w:ascii="Calibri" w:hAnsi="Calibri" w:cs="Calibri"/>
              </w:rPr>
              <w:t>respect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prevederile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din: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27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Certificatul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urbanism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anexat?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Studiul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topografic,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Pr="004654E0">
              <w:rPr>
                <w:rFonts w:ascii="Calibri" w:hAnsi="Calibri" w:cs="Calibri"/>
              </w:rPr>
              <w:t>vizat</w:t>
            </w:r>
            <w:r w:rsidRPr="004654E0">
              <w:rPr>
                <w:rFonts w:ascii="Calibri" w:hAnsi="Calibri" w:cs="Calibri"/>
                <w:spacing w:val="49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tre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Oficiul</w:t>
            </w:r>
            <w:r w:rsidRPr="004654E0">
              <w:rPr>
                <w:rFonts w:ascii="Calibri" w:hAnsi="Calibri" w:cs="Calibri"/>
                <w:spacing w:val="50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51"/>
              </w:rPr>
              <w:t xml:space="preserve"> </w:t>
            </w:r>
            <w:r w:rsidRPr="004654E0">
              <w:rPr>
                <w:rFonts w:ascii="Calibri" w:hAnsi="Calibri" w:cs="Calibri"/>
              </w:rPr>
              <w:t>Cadastru</w:t>
            </w:r>
            <w:r w:rsidRPr="004654E0">
              <w:rPr>
                <w:rFonts w:ascii="Calibri" w:hAnsi="Calibri" w:cs="Calibri"/>
                <w:spacing w:val="48"/>
              </w:rPr>
              <w:t xml:space="preserve">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 xml:space="preserve">i </w:t>
            </w:r>
            <w:r w:rsidRPr="004654E0">
              <w:rPr>
                <w:rFonts w:ascii="Calibri" w:hAnsi="Calibri" w:cs="Calibri"/>
                <w:spacing w:val="-58"/>
              </w:rPr>
              <w:t xml:space="preserve"> </w:t>
            </w:r>
            <w:r w:rsidRPr="004654E0">
              <w:rPr>
                <w:rFonts w:ascii="Calibri" w:hAnsi="Calibri" w:cs="Calibri"/>
              </w:rPr>
              <w:t>Publicitate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Imobiliar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24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Extrasul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carte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funciar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caz?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A342B">
        <w:trPr>
          <w:trHeight w:val="18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4A342B">
            <w:pPr>
              <w:pStyle w:val="TableParagraph"/>
              <w:ind w:left="360" w:right="205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Avizele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conforme,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privind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asigurarea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utilit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ilor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left="282" w:hanging="284"/>
              <w:jc w:val="both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Actul administrativ al </w:t>
            </w:r>
            <w:r w:rsidR="00C73212" w:rsidRPr="004654E0">
              <w:rPr>
                <w:rFonts w:ascii="Calibri" w:hAnsi="Calibri" w:cs="Calibri"/>
              </w:rPr>
              <w:t>autorit</w:t>
            </w:r>
            <w:r w:rsidR="00100A2C">
              <w:rPr>
                <w:rFonts w:ascii="Calibri" w:hAnsi="Calibri" w:cs="Calibri"/>
              </w:rPr>
              <w:t>ă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</w:t>
            </w:r>
            <w:r w:rsidRPr="004654E0">
              <w:rPr>
                <w:rFonts w:ascii="Calibri" w:hAnsi="Calibri" w:cs="Calibri"/>
              </w:rPr>
              <w:t xml:space="preserve"> competente pentru </w:t>
            </w:r>
            <w:r w:rsidR="00C73212" w:rsidRPr="004654E0">
              <w:rPr>
                <w:rFonts w:ascii="Calibri" w:hAnsi="Calibri" w:cs="Calibri"/>
              </w:rPr>
              <w:t>protec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diminuare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impactului,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m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</w:rPr>
              <w:t>surile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compensare, modalitatea de  integrare a prevederilor acordului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mediu,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-3"/>
              </w:rPr>
              <w:t xml:space="preserve"> </w:t>
            </w:r>
            <w:r w:rsidRPr="004654E0">
              <w:rPr>
                <w:rFonts w:ascii="Calibri" w:hAnsi="Calibri" w:cs="Calibri"/>
              </w:rPr>
              <w:t>principiu,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în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ia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proofErr w:type="spellStart"/>
            <w:r w:rsidRPr="004654E0">
              <w:rPr>
                <w:rFonts w:ascii="Calibri" w:hAnsi="Calibri" w:cs="Calibri"/>
                <w:spacing w:val="-2"/>
              </w:rPr>
              <w:t>t</w:t>
            </w:r>
            <w:r w:rsidRPr="004654E0">
              <w:rPr>
                <w:rFonts w:ascii="Calibri" w:hAnsi="Calibri" w:cs="Calibri"/>
              </w:rPr>
              <w:t>ehnico</w:t>
            </w:r>
            <w:proofErr w:type="spellEnd"/>
            <w:r w:rsidRPr="004654E0">
              <w:rPr>
                <w:rFonts w:ascii="Calibri" w:hAnsi="Calibri" w:cs="Calibri"/>
              </w:rPr>
              <w:t>-economic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 xml:space="preserve">Avizele, acordurile </w:t>
            </w:r>
            <w:r w:rsidR="00B3097E">
              <w:rPr>
                <w:rFonts w:ascii="Calibri" w:hAnsi="Calibri" w:cs="Calibri"/>
              </w:rPr>
              <w:t>ș</w:t>
            </w:r>
            <w:r w:rsidRPr="004654E0">
              <w:rPr>
                <w:rFonts w:ascii="Calibri" w:hAnsi="Calibri" w:cs="Calibri"/>
              </w:rPr>
              <w:t>i studiile specifice ob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inute/efectuate pân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la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data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depunerii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cererii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100A2C">
              <w:rPr>
                <w:rFonts w:ascii="Calibri" w:hAnsi="Calibri" w:cs="Calibri"/>
              </w:rPr>
              <w:t>finanțare</w:t>
            </w:r>
            <w:r w:rsidRPr="004654E0">
              <w:rPr>
                <w:rFonts w:ascii="Calibri" w:hAnsi="Calibri" w:cs="Calibri"/>
              </w:rPr>
              <w:t>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dup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caz,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care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Pr="004654E0">
              <w:rPr>
                <w:rFonts w:ascii="Calibri" w:hAnsi="Calibri" w:cs="Calibri"/>
              </w:rPr>
              <w:t>pot</w:t>
            </w:r>
            <w:r w:rsidRPr="004654E0">
              <w:rPr>
                <w:rFonts w:ascii="Calibri" w:hAnsi="Calibri" w:cs="Calibri"/>
                <w:spacing w:val="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condi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iona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="00C73212" w:rsidRPr="004654E0">
              <w:rPr>
                <w:rFonts w:ascii="Calibri" w:hAnsi="Calibri" w:cs="Calibri"/>
              </w:rPr>
              <w:t>solu</w:t>
            </w:r>
            <w:r w:rsidR="008D4507">
              <w:rPr>
                <w:rFonts w:ascii="Calibri" w:hAnsi="Calibri" w:cs="Calibri"/>
              </w:rPr>
              <w:t>ț</w:t>
            </w:r>
            <w:r w:rsidR="00C73212" w:rsidRPr="004654E0">
              <w:rPr>
                <w:rFonts w:ascii="Calibri" w:hAnsi="Calibri" w:cs="Calibri"/>
              </w:rPr>
              <w:t>iile</w:t>
            </w:r>
            <w:r w:rsidRPr="004654E0">
              <w:rPr>
                <w:rFonts w:ascii="Calibri" w:hAnsi="Calibri" w:cs="Calibri"/>
                <w:spacing w:val="-1"/>
              </w:rPr>
              <w:t xml:space="preserve"> </w:t>
            </w:r>
            <w:r w:rsidRPr="004654E0">
              <w:rPr>
                <w:rFonts w:ascii="Calibri" w:hAnsi="Calibri" w:cs="Calibri"/>
              </w:rPr>
              <w:t>tehnice?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din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scrise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sunt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corelate</w:t>
            </w:r>
            <w:r w:rsidR="00E87F85" w:rsidRPr="004654E0">
              <w:rPr>
                <w:rFonts w:ascii="Calibri" w:hAnsi="Calibri" w:cs="Calibri"/>
                <w:spacing w:val="-5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cu</w:t>
            </w:r>
            <w:r w:rsidR="00E87F85" w:rsidRPr="004654E0">
              <w:rPr>
                <w:rFonts w:ascii="Calibri" w:hAnsi="Calibri" w:cs="Calibri"/>
                <w:spacing w:val="-6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Piesele</w:t>
            </w:r>
            <w:r w:rsidR="00E87F85" w:rsidRPr="004654E0">
              <w:rPr>
                <w:rFonts w:ascii="Calibri" w:hAnsi="Calibri" w:cs="Calibri"/>
                <w:spacing w:val="-4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desenate</w:t>
            </w:r>
            <w:r w:rsidR="00E87F85" w:rsidRPr="004654E0">
              <w:rPr>
                <w:rFonts w:ascii="Calibri" w:hAnsi="Calibri" w:cs="Calibri"/>
                <w:spacing w:val="-3"/>
              </w:rPr>
              <w:t xml:space="preserve"> </w:t>
            </w:r>
            <w:r w:rsidR="00E87F85" w:rsidRPr="004654E0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Exist</w:t>
            </w:r>
            <w:r w:rsidR="00100A2C">
              <w:rPr>
                <w:rFonts w:ascii="Calibri" w:hAnsi="Calibri" w:cs="Calibri"/>
              </w:rPr>
              <w:t>ă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corelare</w:t>
            </w:r>
            <w:r w:rsidRPr="004654E0">
              <w:rPr>
                <w:rFonts w:ascii="Calibri" w:hAnsi="Calibri" w:cs="Calibri"/>
                <w:spacing w:val="-5"/>
              </w:rPr>
              <w:t xml:space="preserve"> </w:t>
            </w:r>
            <w:r w:rsidRPr="004654E0">
              <w:rPr>
                <w:rFonts w:ascii="Calibri" w:hAnsi="Calibri" w:cs="Calibri"/>
              </w:rPr>
              <w:t>între</w:t>
            </w:r>
            <w:r w:rsidRPr="004654E0">
              <w:rPr>
                <w:rFonts w:ascii="Calibri" w:hAnsi="Calibri" w:cs="Calibri"/>
                <w:spacing w:val="-4"/>
              </w:rPr>
              <w:t xml:space="preserve"> </w:t>
            </w:r>
            <w:r w:rsidRPr="004654E0">
              <w:rPr>
                <w:rFonts w:ascii="Calibri" w:hAnsi="Calibri" w:cs="Calibri"/>
              </w:rPr>
              <w:t>Devizul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general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si Devizele</w:t>
            </w:r>
            <w:r w:rsidRPr="004654E0">
              <w:rPr>
                <w:rFonts w:ascii="Calibri" w:hAnsi="Calibri" w:cs="Calibri"/>
                <w:spacing w:val="-2"/>
              </w:rPr>
              <w:t xml:space="preserve"> </w:t>
            </w:r>
            <w:r w:rsidRPr="004654E0">
              <w:rPr>
                <w:rFonts w:ascii="Calibri" w:hAnsi="Calibri" w:cs="Calibri"/>
              </w:rPr>
              <w:t>pe</w:t>
            </w:r>
            <w:r w:rsidRPr="004654E0">
              <w:rPr>
                <w:rFonts w:ascii="Calibri" w:hAnsi="Calibri" w:cs="Calibri"/>
                <w:spacing w:val="-6"/>
              </w:rPr>
              <w:t xml:space="preserve"> </w:t>
            </w:r>
            <w:r w:rsidRPr="004654E0">
              <w:rPr>
                <w:rFonts w:ascii="Calibri" w:hAnsi="Calibri" w:cs="Calibri"/>
              </w:rPr>
              <w:t>obiecte?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  <w:tr w:rsidR="00E87F85" w:rsidRPr="004654E0" w:rsidTr="004654E0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C73212" w:rsidP="00E87F85">
            <w:pPr>
              <w:pStyle w:val="TableParagraph"/>
              <w:ind w:left="108"/>
              <w:rPr>
                <w:rFonts w:ascii="Calibri" w:hAnsi="Calibri" w:cs="Calibri"/>
              </w:rPr>
            </w:pPr>
            <w:r w:rsidRPr="004654E0">
              <w:rPr>
                <w:rFonts w:ascii="Calibri" w:hAnsi="Calibri" w:cs="Calibri"/>
              </w:rPr>
              <w:t>Informa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iile</w:t>
            </w:r>
            <w:r w:rsidR="00E87F85" w:rsidRPr="004654E0">
              <w:rPr>
                <w:rFonts w:ascii="Calibri" w:hAnsi="Calibri" w:cs="Calibri"/>
              </w:rPr>
              <w:t xml:space="preserve"> </w:t>
            </w:r>
            <w:r w:rsidR="00E87F85" w:rsidRPr="004654E0">
              <w:rPr>
                <w:rFonts w:ascii="Calibri" w:hAnsi="Calibri" w:cs="Calibri"/>
                <w:color w:val="000000"/>
              </w:rPr>
              <w:t xml:space="preserve">privind </w:t>
            </w:r>
            <w:r w:rsidR="00E87F85" w:rsidRPr="004654E0">
              <w:rPr>
                <w:rFonts w:ascii="Calibri" w:hAnsi="Calibri" w:cs="Calibri"/>
              </w:rPr>
              <w:t xml:space="preserve"> Imunizarea fa</w:t>
            </w:r>
            <w:r w:rsidR="008D4507">
              <w:rPr>
                <w:rFonts w:ascii="Calibri" w:hAnsi="Calibri" w:cs="Calibri"/>
              </w:rPr>
              <w:t>ț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de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– realizat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 xml:space="preserve"> în cadrul </w:t>
            </w:r>
            <w:r w:rsidRPr="004654E0">
              <w:rPr>
                <w:rFonts w:ascii="Calibri" w:hAnsi="Calibri" w:cs="Calibri"/>
              </w:rPr>
              <w:t>documenta</w:t>
            </w:r>
            <w:r w:rsidR="008D4507">
              <w:rPr>
                <w:rFonts w:ascii="Calibri" w:hAnsi="Calibri" w:cs="Calibri"/>
              </w:rPr>
              <w:t>ț</w:t>
            </w:r>
            <w:r w:rsidRPr="004654E0">
              <w:rPr>
                <w:rFonts w:ascii="Calibri" w:hAnsi="Calibri" w:cs="Calibri"/>
              </w:rPr>
              <w:t>iei</w:t>
            </w:r>
            <w:r w:rsidR="00E87F85" w:rsidRPr="004654E0">
              <w:rPr>
                <w:rFonts w:ascii="Calibri" w:hAnsi="Calibri" w:cs="Calibri"/>
              </w:rPr>
              <w:t xml:space="preserve"> tehnice,  în conformitate cu cerin</w:t>
            </w:r>
            <w:r w:rsidR="008D4507">
              <w:rPr>
                <w:rFonts w:ascii="Calibri" w:hAnsi="Calibri" w:cs="Calibri"/>
              </w:rPr>
              <w:t>ț</w:t>
            </w:r>
            <w:r w:rsidR="00E87F85" w:rsidRPr="004654E0">
              <w:rPr>
                <w:rFonts w:ascii="Calibri" w:hAnsi="Calibri" w:cs="Calibri"/>
              </w:rPr>
              <w:t>ele din Comunicarea Comisiei Europene privind Orient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tehnice referitoare la imunizarea infrastructurii la schimb</w:t>
            </w:r>
            <w:r w:rsidR="00100A2C">
              <w:rPr>
                <w:rFonts w:ascii="Calibri" w:hAnsi="Calibri" w:cs="Calibri"/>
              </w:rPr>
              <w:t>ă</w:t>
            </w:r>
            <w:r w:rsidR="00E87F85" w:rsidRPr="004654E0">
              <w:rPr>
                <w:rFonts w:ascii="Calibri" w:hAnsi="Calibri" w:cs="Calibri"/>
              </w:rPr>
              <w:t>rile climatice în perioada 2021-2027 publicate la 16 septembrie 2021 (2021/C 373/01) sunt complete, corecte si coerente.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4654E0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324E6E" w:rsidRPr="004654E0" w:rsidRDefault="00324E6E" w:rsidP="00324E6E">
      <w:pPr>
        <w:rPr>
          <w:rFonts w:ascii="Calibri" w:hAnsi="Calibri" w:cs="Calibri"/>
          <w:sz w:val="22"/>
          <w:szCs w:val="22"/>
        </w:rPr>
      </w:pPr>
    </w:p>
    <w:p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În cazul bif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 xml:space="preserve">rii cu NU la oricare din criterii proiectul se respinge. </w:t>
      </w:r>
    </w:p>
    <w:p w:rsidR="00324E6E" w:rsidRPr="004654E0" w:rsidRDefault="00324E6E" w:rsidP="00324E6E">
      <w:pPr>
        <w:ind w:left="831" w:hanging="1398"/>
        <w:rPr>
          <w:rFonts w:ascii="Calibri" w:hAnsi="Calibri" w:cs="Calibri"/>
          <w:sz w:val="22"/>
          <w:szCs w:val="22"/>
        </w:rPr>
      </w:pPr>
    </w:p>
    <w:p w:rsidR="00324E6E" w:rsidRPr="004654E0" w:rsidRDefault="00324E6E" w:rsidP="00324E6E">
      <w:pPr>
        <w:ind w:left="-567"/>
        <w:rPr>
          <w:rFonts w:ascii="Calibri" w:hAnsi="Calibri" w:cs="Calibri"/>
          <w:sz w:val="22"/>
          <w:szCs w:val="22"/>
        </w:rPr>
      </w:pPr>
      <w:r w:rsidRPr="004654E0">
        <w:rPr>
          <w:rFonts w:ascii="Calibri" w:hAnsi="Calibri" w:cs="Calibri"/>
          <w:sz w:val="22"/>
          <w:szCs w:val="22"/>
        </w:rPr>
        <w:t>Se pot formula recomand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ri (cu precizarea explicita a momentului prev</w:t>
      </w:r>
      <w:r w:rsidR="00100A2C">
        <w:rPr>
          <w:rFonts w:ascii="Calibri" w:hAnsi="Calibri" w:cs="Calibri"/>
          <w:sz w:val="22"/>
          <w:szCs w:val="22"/>
        </w:rPr>
        <w:t>ă</w:t>
      </w:r>
      <w:r w:rsidRPr="004654E0">
        <w:rPr>
          <w:rFonts w:ascii="Calibri" w:hAnsi="Calibri" w:cs="Calibri"/>
          <w:sz w:val="22"/>
          <w:szCs w:val="22"/>
        </w:rPr>
        <w:t>zut pentru solu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ionarea acestora) cu excep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 xml:space="preserve">ia criteriilor 5 </w:t>
      </w:r>
      <w:r w:rsidR="00B3097E">
        <w:rPr>
          <w:rFonts w:ascii="Calibri" w:hAnsi="Calibri" w:cs="Calibri"/>
          <w:sz w:val="22"/>
          <w:szCs w:val="22"/>
        </w:rPr>
        <w:t>ș</w:t>
      </w:r>
      <w:r w:rsidRPr="004654E0">
        <w:rPr>
          <w:rFonts w:ascii="Calibri" w:hAnsi="Calibri" w:cs="Calibri"/>
          <w:sz w:val="22"/>
          <w:szCs w:val="22"/>
        </w:rPr>
        <w:t>i/sau 9 (oricare din cele doua, sau ambele simultan) din cadrul Sec</w:t>
      </w:r>
      <w:r w:rsidR="008D4507">
        <w:rPr>
          <w:rFonts w:ascii="Calibri" w:hAnsi="Calibri" w:cs="Calibri"/>
          <w:sz w:val="22"/>
          <w:szCs w:val="22"/>
        </w:rPr>
        <w:t>ț</w:t>
      </w:r>
      <w:r w:rsidRPr="004654E0">
        <w:rPr>
          <w:rFonts w:ascii="Calibri" w:hAnsi="Calibri" w:cs="Calibri"/>
          <w:sz w:val="22"/>
          <w:szCs w:val="22"/>
        </w:rPr>
        <w:t>iunii II.</w:t>
      </w:r>
    </w:p>
    <w:sectPr w:rsidR="00324E6E" w:rsidRPr="004654E0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8B6" w:rsidRDefault="002718B6">
      <w:r>
        <w:separator/>
      </w:r>
    </w:p>
  </w:endnote>
  <w:endnote w:type="continuationSeparator" w:id="0">
    <w:p w:rsidR="002718B6" w:rsidRDefault="0027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ED1" w:rsidRDefault="0011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100A2C">
      <w:trPr>
        <w:cantSplit/>
        <w:trHeight w:hRule="exact" w:val="340"/>
        <w:hidden/>
      </w:trPr>
      <w:tc>
        <w:tcPr>
          <w:tcW w:w="9210" w:type="dxa"/>
        </w:tcPr>
        <w:p w:rsidR="00100A2C" w:rsidRDefault="00100A2C">
          <w:pPr>
            <w:pStyle w:val="Footer"/>
            <w:rPr>
              <w:vanish/>
              <w:sz w:val="20"/>
            </w:rPr>
          </w:pPr>
        </w:p>
      </w:tc>
    </w:tr>
  </w:tbl>
  <w:p w:rsidR="00100A2C" w:rsidRDefault="00364729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Pr="00C9311C" w:rsidRDefault="00100A2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100A2C" w:rsidRPr="00C9311C" w:rsidRDefault="00100A2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Pr="00F914B7" w:rsidRDefault="00100A2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100A2C" w:rsidRPr="00F914B7" w:rsidRDefault="00100A2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Default="00100A2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100A2C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100A2C" w:rsidRPr="00FA2B09" w:rsidRDefault="00100A2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100A2C" w:rsidRDefault="00100A2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0A2C" w:rsidRDefault="00100A2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Default="00364729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Pr="00C9311C" w:rsidRDefault="00100A2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100A2C" w:rsidRPr="00C9311C" w:rsidRDefault="00100A2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Pr="00F914B7" w:rsidRDefault="00100A2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100A2C" w:rsidRPr="00F914B7" w:rsidRDefault="00100A2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0A2C" w:rsidRDefault="00100A2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100A2C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100A2C" w:rsidRPr="00FA2B09" w:rsidRDefault="00100A2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100A2C" w:rsidRDefault="00100A2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100A2C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100A2C" w:rsidRPr="00FA2B09" w:rsidRDefault="00100A2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8B6" w:rsidRDefault="002718B6">
      <w:r>
        <w:separator/>
      </w:r>
    </w:p>
  </w:footnote>
  <w:footnote w:type="continuationSeparator" w:id="0">
    <w:p w:rsidR="002718B6" w:rsidRDefault="0027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ED1" w:rsidRDefault="00110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Pr="006F276B" w:rsidRDefault="00364729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A2C" w:rsidRDefault="00100A2C" w:rsidP="006F276B">
                            <w:pPr>
                              <w:spacing w:line="330" w:lineRule="auto"/>
                            </w:pPr>
                          </w:p>
                          <w:p w:rsidR="00100A2C" w:rsidRPr="00851382" w:rsidRDefault="00100A2C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100A2C" w:rsidRDefault="00100A2C" w:rsidP="006F276B">
                      <w:pPr>
                        <w:spacing w:line="330" w:lineRule="auto"/>
                      </w:pPr>
                    </w:p>
                    <w:p w:rsidR="00100A2C" w:rsidRPr="00851382" w:rsidRDefault="00100A2C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100A2C" w:rsidRPr="006F276B">
      <w:rPr>
        <w:rFonts w:ascii="Calibri" w:hAnsi="Calibri"/>
        <w:color w:val="999999"/>
        <w:sz w:val="22"/>
        <w:szCs w:val="22"/>
      </w:rPr>
      <w:t xml:space="preserve">Pagina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color w:val="999999"/>
        <w:sz w:val="22"/>
        <w:szCs w:val="22"/>
      </w:rPr>
      <w:t xml:space="preserve"> din </w:t>
    </w:r>
    <w:r w:rsidR="00100A2C" w:rsidRPr="006F276B">
      <w:rPr>
        <w:rFonts w:ascii="Calibri" w:hAnsi="Calibri"/>
        <w:color w:val="999999"/>
        <w:sz w:val="22"/>
        <w:szCs w:val="22"/>
      </w:rPr>
      <w:fldChar w:fldCharType="begin"/>
    </w:r>
    <w:r w:rsidR="00100A2C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100A2C" w:rsidRPr="006F276B">
      <w:rPr>
        <w:rFonts w:ascii="Calibri" w:hAnsi="Calibri"/>
        <w:color w:val="999999"/>
        <w:sz w:val="22"/>
        <w:szCs w:val="22"/>
      </w:rPr>
      <w:fldChar w:fldCharType="separate"/>
    </w:r>
    <w:r w:rsidR="00100A2C" w:rsidRPr="006F276B">
      <w:rPr>
        <w:rFonts w:ascii="Calibri" w:hAnsi="Calibri"/>
        <w:color w:val="999999"/>
        <w:sz w:val="22"/>
        <w:szCs w:val="22"/>
      </w:rPr>
      <w:t>2</w:t>
    </w:r>
    <w:r w:rsidR="00100A2C" w:rsidRPr="006F276B">
      <w:rPr>
        <w:rFonts w:ascii="Calibri" w:hAnsi="Calibri"/>
        <w:color w:val="999999"/>
        <w:sz w:val="22"/>
        <w:szCs w:val="22"/>
      </w:rPr>
      <w:fldChar w:fldCharType="end"/>
    </w:r>
    <w:r w:rsidR="00100A2C" w:rsidRPr="006F276B">
      <w:rPr>
        <w:rFonts w:ascii="Calibri" w:hAnsi="Calibri"/>
        <w:sz w:val="22"/>
        <w:szCs w:val="22"/>
      </w:rPr>
      <w:t xml:space="preserve">  </w:t>
    </w:r>
    <w:r w:rsidR="00100A2C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100A2C" w:rsidRPr="006F276B">
      <w:rPr>
        <w:rFonts w:ascii="Calibri" w:hAnsi="Calibri"/>
        <w:color w:val="808080"/>
        <w:spacing w:val="20"/>
        <w:sz w:val="22"/>
        <w:szCs w:val="22"/>
      </w:rPr>
      <w:t>ADR CENTRU</w:t>
    </w:r>
  </w:p>
  <w:p w:rsidR="00100A2C" w:rsidRPr="00851382" w:rsidRDefault="00100A2C" w:rsidP="006F276B">
    <w:pPr>
      <w:pStyle w:val="Header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2C" w:rsidRDefault="00364729" w:rsidP="0018537E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0A2C">
      <w:t xml:space="preserve">   </w:t>
    </w:r>
    <w:r w:rsidR="00100A2C">
      <w:tab/>
    </w:r>
  </w:p>
  <w:p w:rsidR="00100A2C" w:rsidRDefault="00100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B6659"/>
    <w:rsid w:val="000C2AAE"/>
    <w:rsid w:val="00100A2C"/>
    <w:rsid w:val="00110ED1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18B6"/>
    <w:rsid w:val="00275DCC"/>
    <w:rsid w:val="002A0DBC"/>
    <w:rsid w:val="002B3BB9"/>
    <w:rsid w:val="002E07E9"/>
    <w:rsid w:val="002F1246"/>
    <w:rsid w:val="0030689F"/>
    <w:rsid w:val="003221D7"/>
    <w:rsid w:val="00324E6E"/>
    <w:rsid w:val="00351F71"/>
    <w:rsid w:val="00353C41"/>
    <w:rsid w:val="00362E1D"/>
    <w:rsid w:val="00364729"/>
    <w:rsid w:val="00373F0D"/>
    <w:rsid w:val="00376CFE"/>
    <w:rsid w:val="00381D3E"/>
    <w:rsid w:val="00385A87"/>
    <w:rsid w:val="00385DE3"/>
    <w:rsid w:val="0038681F"/>
    <w:rsid w:val="0039798F"/>
    <w:rsid w:val="003A4661"/>
    <w:rsid w:val="003E2E03"/>
    <w:rsid w:val="003F4311"/>
    <w:rsid w:val="004056BD"/>
    <w:rsid w:val="004309DB"/>
    <w:rsid w:val="004368E5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D4507"/>
    <w:rsid w:val="008E7688"/>
    <w:rsid w:val="00907D45"/>
    <w:rsid w:val="00931D5E"/>
    <w:rsid w:val="00935472"/>
    <w:rsid w:val="00936CF8"/>
    <w:rsid w:val="00937E7C"/>
    <w:rsid w:val="0095716B"/>
    <w:rsid w:val="009C6F66"/>
    <w:rsid w:val="009F711B"/>
    <w:rsid w:val="00A46082"/>
    <w:rsid w:val="00AC3124"/>
    <w:rsid w:val="00AE4990"/>
    <w:rsid w:val="00AF0DE7"/>
    <w:rsid w:val="00B15233"/>
    <w:rsid w:val="00B3097E"/>
    <w:rsid w:val="00B66FD3"/>
    <w:rsid w:val="00B81BF6"/>
    <w:rsid w:val="00BB1052"/>
    <w:rsid w:val="00BD3175"/>
    <w:rsid w:val="00BD6FA5"/>
    <w:rsid w:val="00BF0D73"/>
    <w:rsid w:val="00C05C7A"/>
    <w:rsid w:val="00C46F48"/>
    <w:rsid w:val="00C564B2"/>
    <w:rsid w:val="00C66FC3"/>
    <w:rsid w:val="00C72D22"/>
    <w:rsid w:val="00C73212"/>
    <w:rsid w:val="00C82AD1"/>
    <w:rsid w:val="00C916A3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212FE"/>
    <w:rsid w:val="00E32BBC"/>
    <w:rsid w:val="00E46395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33EB7"/>
    <w:rsid w:val="00F5775A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ACE28B4E-4AA6-4E53-94C6-835C7F85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5FE65-0399-418B-9324-9891438E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8</Pages>
  <Words>2679</Words>
  <Characters>17409</Characters>
  <Application>Microsoft Office Word</Application>
  <DocSecurity>0</DocSecurity>
  <Lines>145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20048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2023-09-22T09:05:00Z</dcterms:created>
  <dcterms:modified xsi:type="dcterms:W3CDTF">2024-01-30T19:13:00Z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1dcf0d0e1804adb621e792ff80ad1882097e26aedd2bf47f81e277e4254feb76</vt:lpwstr>
  </property>
</Properties>
</file>